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7F" w:rsidRPr="008C6150" w:rsidRDefault="0078317F" w:rsidP="00DA61E6">
      <w:pPr>
        <w:spacing w:before="60" w:after="0" w:line="240" w:lineRule="auto"/>
        <w:ind w:left="1815" w:right="-1332" w:hanging="3119"/>
        <w:jc w:val="center"/>
        <w:rPr>
          <w:rFonts w:ascii="Times New Roman" w:hAnsi="Times New Roman" w:cs="Times New Roman"/>
          <w:bCs/>
          <w:noProof/>
          <w:sz w:val="28"/>
          <w:szCs w:val="28"/>
          <w:lang w:eastAsia="ru-RU"/>
        </w:rPr>
      </w:pPr>
      <w:r w:rsidRPr="008C6150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Проект</w:t>
      </w:r>
    </w:p>
    <w:p w:rsidR="0078317F" w:rsidRDefault="0078317F" w:rsidP="00DA61E6">
      <w:pPr>
        <w:spacing w:before="60" w:after="0" w:line="240" w:lineRule="auto"/>
        <w:ind w:left="1815" w:right="-1332" w:hanging="3119"/>
        <w:jc w:val="center"/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</w:pPr>
      <w:r w:rsidRPr="00610E1F"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59.25pt" fillcolor="window">
            <v:imagedata r:id="rId7" o:title=""/>
          </v:shape>
        </w:pict>
      </w:r>
    </w:p>
    <w:p w:rsidR="0078317F" w:rsidRPr="00BC3712" w:rsidRDefault="0078317F" w:rsidP="00DA61E6">
      <w:pPr>
        <w:spacing w:before="60" w:after="0" w:line="240" w:lineRule="auto"/>
        <w:ind w:left="-1276" w:right="-1332" w:hanging="28"/>
        <w:jc w:val="center"/>
        <w:rPr>
          <w:rFonts w:ascii="Times New Roman" w:hAnsi="Times New Roman" w:cs="Times New Roman"/>
          <w:b/>
          <w:bCs/>
          <w:spacing w:val="24"/>
          <w:sz w:val="32"/>
          <w:szCs w:val="32"/>
          <w:lang w:eastAsia="ru-RU"/>
        </w:rPr>
      </w:pPr>
      <w:r w:rsidRPr="00BC3712">
        <w:rPr>
          <w:rFonts w:ascii="Times New Roman CYR" w:hAnsi="Times New Roman CYR" w:cs="Times New Roman CYR"/>
          <w:b/>
          <w:bCs/>
          <w:spacing w:val="24"/>
          <w:sz w:val="32"/>
          <w:szCs w:val="32"/>
          <w:lang w:eastAsia="ru-RU"/>
        </w:rPr>
        <w:t>МИНИСТЕРСТВО ТРУДА</w:t>
      </w:r>
      <w:r w:rsidRPr="00BC3712">
        <w:rPr>
          <w:rFonts w:ascii="Times New Roman" w:hAnsi="Times New Roman" w:cs="Times New Roman"/>
          <w:b/>
          <w:bCs/>
          <w:spacing w:val="24"/>
          <w:sz w:val="32"/>
          <w:szCs w:val="32"/>
          <w:lang w:eastAsia="ru-RU"/>
        </w:rPr>
        <w:t xml:space="preserve"> </w:t>
      </w:r>
      <w:r w:rsidRPr="00BC3712">
        <w:rPr>
          <w:rFonts w:ascii="Times New Roman CYR" w:hAnsi="Times New Roman CYR" w:cs="Times New Roman CYR"/>
          <w:b/>
          <w:bCs/>
          <w:spacing w:val="24"/>
          <w:sz w:val="32"/>
          <w:szCs w:val="32"/>
          <w:lang w:eastAsia="ru-RU"/>
        </w:rPr>
        <w:t>И</w:t>
      </w:r>
      <w:r w:rsidRPr="00BC3712">
        <w:rPr>
          <w:rFonts w:ascii="Times New Roman" w:hAnsi="Times New Roman" w:cs="Times New Roman"/>
          <w:b/>
          <w:bCs/>
          <w:spacing w:val="24"/>
          <w:sz w:val="32"/>
          <w:szCs w:val="32"/>
          <w:lang w:eastAsia="ru-RU"/>
        </w:rPr>
        <w:t xml:space="preserve"> </w:t>
      </w:r>
      <w:r w:rsidRPr="00BC3712">
        <w:rPr>
          <w:rFonts w:ascii="Times New Roman CYR" w:hAnsi="Times New Roman CYR" w:cs="Times New Roman CYR"/>
          <w:b/>
          <w:bCs/>
          <w:spacing w:val="24"/>
          <w:sz w:val="32"/>
          <w:szCs w:val="32"/>
          <w:lang w:eastAsia="ru-RU"/>
        </w:rPr>
        <w:t>СОЦИАЛЬНОГО</w:t>
      </w:r>
      <w:r w:rsidRPr="00BC3712">
        <w:rPr>
          <w:rFonts w:ascii="Times New Roman" w:hAnsi="Times New Roman" w:cs="Times New Roman"/>
          <w:b/>
          <w:bCs/>
          <w:spacing w:val="24"/>
          <w:sz w:val="32"/>
          <w:szCs w:val="32"/>
          <w:lang w:eastAsia="ru-RU"/>
        </w:rPr>
        <w:t xml:space="preserve"> </w:t>
      </w:r>
      <w:r w:rsidRPr="00BC3712">
        <w:rPr>
          <w:rFonts w:ascii="Times New Roman CYR" w:hAnsi="Times New Roman CYR" w:cs="Times New Roman CYR"/>
          <w:b/>
          <w:bCs/>
          <w:spacing w:val="24"/>
          <w:sz w:val="32"/>
          <w:szCs w:val="32"/>
          <w:lang w:eastAsia="ru-RU"/>
        </w:rPr>
        <w:t>РАЗВИТИЯ</w:t>
      </w:r>
    </w:p>
    <w:p w:rsidR="0078317F" w:rsidRPr="00BC3712" w:rsidRDefault="0078317F" w:rsidP="00DA61E6">
      <w:pPr>
        <w:spacing w:after="0" w:line="240" w:lineRule="auto"/>
        <w:ind w:left="-1276" w:right="-1332" w:hanging="28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  <w:lang w:eastAsia="ru-RU"/>
        </w:rPr>
      </w:pPr>
      <w:r w:rsidRPr="00BC3712">
        <w:rPr>
          <w:rFonts w:ascii="Times New Roman CYR" w:hAnsi="Times New Roman CYR" w:cs="Times New Roman CYR"/>
          <w:b/>
          <w:bCs/>
          <w:spacing w:val="20"/>
          <w:sz w:val="32"/>
          <w:szCs w:val="32"/>
          <w:lang w:eastAsia="ru-RU"/>
        </w:rPr>
        <w:t>РЕСПУБЛИКИ ДАГЕСТАН</w:t>
      </w:r>
    </w:p>
    <w:p w:rsidR="0078317F" w:rsidRPr="00BC3712" w:rsidRDefault="0078317F" w:rsidP="00DA61E6">
      <w:pPr>
        <w:spacing w:after="0" w:line="240" w:lineRule="auto"/>
        <w:ind w:left="-1276" w:right="-1332" w:hanging="28"/>
        <w:rPr>
          <w:rFonts w:ascii="Times New Roman" w:hAnsi="Times New Roman" w:cs="Times New Roman"/>
          <w:b/>
          <w:bCs/>
          <w:spacing w:val="20"/>
          <w:sz w:val="32"/>
          <w:szCs w:val="32"/>
          <w:lang w:eastAsia="ru-RU"/>
        </w:rPr>
      </w:pPr>
    </w:p>
    <w:p w:rsidR="0078317F" w:rsidRPr="00BC3712" w:rsidRDefault="0078317F" w:rsidP="00DA61E6">
      <w:pPr>
        <w:spacing w:after="0" w:line="240" w:lineRule="auto"/>
        <w:ind w:left="-1276" w:right="-1332" w:hanging="28"/>
        <w:jc w:val="center"/>
        <w:rPr>
          <w:rFonts w:ascii="Times New Roman CYR" w:hAnsi="Times New Roman CYR" w:cs="Times New Roman CYR"/>
          <w:spacing w:val="20"/>
          <w:sz w:val="52"/>
          <w:szCs w:val="52"/>
          <w:lang w:eastAsia="ru-RU"/>
        </w:rPr>
      </w:pPr>
      <w:r w:rsidRPr="00BC3712">
        <w:rPr>
          <w:rFonts w:ascii="Times New Roman CYR" w:hAnsi="Times New Roman CYR" w:cs="Times New Roman CYR"/>
          <w:spacing w:val="20"/>
          <w:sz w:val="52"/>
          <w:szCs w:val="52"/>
          <w:lang w:eastAsia="ru-RU"/>
        </w:rPr>
        <w:t>ПРИКАЗ</w:t>
      </w:r>
    </w:p>
    <w:p w:rsidR="0078317F" w:rsidRPr="00BC3712" w:rsidRDefault="0078317F" w:rsidP="00DA61E6">
      <w:pPr>
        <w:spacing w:after="0" w:line="240" w:lineRule="auto"/>
        <w:ind w:left="-1276" w:right="-1610"/>
        <w:rPr>
          <w:rFonts w:ascii="Times New Roman" w:hAnsi="Times New Roman" w:cs="Times New Roman"/>
          <w:sz w:val="24"/>
          <w:szCs w:val="24"/>
          <w:lang w:eastAsia="ru-RU"/>
        </w:rPr>
      </w:pPr>
      <w:r w:rsidRPr="00BC371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« __ » __________ 201</w:t>
      </w:r>
      <w:r w:rsidRPr="00BF5032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E975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C3712">
        <w:rPr>
          <w:rFonts w:ascii="Times New Roman" w:hAnsi="Times New Roman" w:cs="Times New Roman"/>
          <w:sz w:val="24"/>
          <w:szCs w:val="24"/>
          <w:lang w:eastAsia="ru-RU"/>
        </w:rPr>
        <w:t xml:space="preserve">г.                                                                                              №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______  </w:t>
      </w:r>
    </w:p>
    <w:p w:rsidR="0078317F" w:rsidRPr="00BC3712" w:rsidRDefault="0078317F" w:rsidP="00DA61E6">
      <w:pPr>
        <w:spacing w:after="0" w:line="240" w:lineRule="auto"/>
        <w:ind w:left="-1276" w:right="-161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C3712">
        <w:rPr>
          <w:rFonts w:ascii="Times New Roman" w:hAnsi="Times New Roman" w:cs="Times New Roman"/>
          <w:sz w:val="24"/>
          <w:szCs w:val="24"/>
          <w:lang w:eastAsia="ru-RU"/>
        </w:rPr>
        <w:t>г. Махачкала</w:t>
      </w:r>
    </w:p>
    <w:p w:rsidR="0078317F" w:rsidRDefault="0078317F" w:rsidP="00DA61E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C42CC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нормативов обеспечения мягким </w:t>
      </w: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инвентарем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(одеждой, обувью, нательным бельем и постельными принадлежностями)</w:t>
      </w: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получателей социальных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услуг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04E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 предоставлении социальных услуг</w:t>
      </w: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 стационарной</w:t>
      </w:r>
      <w:r w:rsidRPr="008C615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полустационарной</w:t>
      </w: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форм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ах</w:t>
      </w:r>
      <w:r w:rsidRPr="009C42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социального обслуживания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организациями социального обслуживания </w:t>
      </w:r>
    </w:p>
    <w:p w:rsidR="0078317F" w:rsidRPr="00604EA1" w:rsidRDefault="0078317F" w:rsidP="00F41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Республики Дагестан</w:t>
      </w:r>
    </w:p>
    <w:p w:rsidR="0078317F" w:rsidRPr="00DA487F" w:rsidRDefault="0078317F" w:rsidP="00F41925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78317F" w:rsidRPr="00DA487F" w:rsidRDefault="0078317F" w:rsidP="00F419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78317F" w:rsidRPr="00360D7D" w:rsidRDefault="0078317F" w:rsidP="00562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6D2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lang w:eastAsia="ru-RU"/>
        </w:rPr>
        <w:t>пунктом 5 статьи 8 Федерального закона от 28 декабря 2013 года № 442-ФЗ «Об основах социального обслуживания граждан в Российской Федерации»</w:t>
      </w:r>
      <w:r w:rsidRPr="002A6D2A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Собрание законодательства Российской Федерации,               № 52 (часть I), ст. 7007</w:t>
      </w:r>
      <w:r>
        <w:rPr>
          <w:rFonts w:ascii="Times New Roman" w:hAnsi="Times New Roman" w:cs="Times New Roman"/>
          <w:sz w:val="28"/>
          <w:szCs w:val="28"/>
        </w:rPr>
        <w:t>; 2014, № 30 (часть I), ст. 4257)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пунктом 5 части 3 статьи  4 Закона Республики Дагестан от 29 сентября 2014 года № 72 </w:t>
      </w:r>
      <w:r w:rsidRPr="00360D7D">
        <w:rPr>
          <w:rFonts w:ascii="Times New Roman" w:hAnsi="Times New Roman" w:cs="Times New Roman"/>
          <w:sz w:val="28"/>
          <w:szCs w:val="28"/>
          <w:lang w:eastAsia="ru-RU"/>
        </w:rPr>
        <w:t>«Об отдельных вопросах социального обслуживания граждан в Республике Дагестан»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(Дагестанская правда, 2014, № 374-375),</w:t>
      </w:r>
    </w:p>
    <w:p w:rsidR="0078317F" w:rsidRPr="00407ECC" w:rsidRDefault="0078317F" w:rsidP="00F419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07E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:rsidR="0078317F" w:rsidRDefault="0078317F" w:rsidP="00620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1.Утвердить:</w:t>
      </w:r>
    </w:p>
    <w:p w:rsidR="0078317F" w:rsidRDefault="0078317F" w:rsidP="00F964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нормативы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обеспечения </w:t>
      </w:r>
      <w:r w:rsidRPr="00415EE3">
        <w:rPr>
          <w:rFonts w:ascii="Times New Roman" w:hAnsi="Times New Roman" w:cs="Times New Roman"/>
          <w:sz w:val="28"/>
          <w:szCs w:val="28"/>
          <w:lang w:eastAsia="ru-RU"/>
        </w:rPr>
        <w:t>постельными принадлежностями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получателей социальных услуг</w:t>
      </w:r>
      <w:r w:rsidRPr="00604E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04EA1"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социальных услуг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в стационарной форме социального обслуживания </w:t>
      </w:r>
      <w:r w:rsidRPr="00F9649A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о</w:t>
      </w:r>
      <w:r w:rsidRPr="00F9649A">
        <w:rPr>
          <w:rFonts w:ascii="Times New Roman" w:hAnsi="Times New Roman" w:cs="Times New Roman"/>
          <w:sz w:val="28"/>
          <w:szCs w:val="28"/>
          <w:lang w:eastAsia="ru-RU"/>
        </w:rPr>
        <w:t>рганизациями социального обслуживания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согласно приложению № 1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;</w:t>
      </w:r>
    </w:p>
    <w:p w:rsidR="0078317F" w:rsidRPr="002317BD" w:rsidRDefault="0078317F" w:rsidP="00604E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  <w:r w:rsidRPr="002317BD">
        <w:rPr>
          <w:rFonts w:ascii="Times New Roman" w:hAnsi="Times New Roman" w:cs="Times New Roman"/>
          <w:spacing w:val="-14"/>
          <w:sz w:val="28"/>
          <w:szCs w:val="28"/>
          <w:lang w:eastAsia="ru-RU"/>
        </w:rPr>
        <w:t>нормативы обеспечения  одеждой, обувью и нательным бельем</w:t>
      </w:r>
      <w:r w:rsidRPr="002317BD">
        <w:rPr>
          <w:rFonts w:ascii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2317BD">
        <w:rPr>
          <w:rFonts w:ascii="Times New Roman" w:hAnsi="Times New Roman" w:cs="Times New Roman"/>
          <w:spacing w:val="-14"/>
          <w:sz w:val="28"/>
          <w:szCs w:val="28"/>
          <w:lang w:eastAsia="ru-RU"/>
        </w:rPr>
        <w:t xml:space="preserve">получателей социальных услуг при предоставлении социальных услуг в стационарной форме в социально-реабилитационных центрах для несовершеннолетних   </w:t>
      </w:r>
      <w:r w:rsidRPr="002317BD">
        <w:rPr>
          <w:rFonts w:ascii="Times New Roman" w:hAnsi="Times New Roman" w:cs="Times New Roman"/>
          <w:spacing w:val="-18"/>
          <w:sz w:val="28"/>
          <w:szCs w:val="28"/>
          <w:lang w:eastAsia="ru-RU"/>
        </w:rPr>
        <w:t>согласно приложению № 2;</w:t>
      </w:r>
    </w:p>
    <w:p w:rsidR="0078317F" w:rsidRDefault="0078317F" w:rsidP="00551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нормативы</w:t>
      </w:r>
      <w:r w:rsidRPr="00551E60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обеспечения  одеждой, обувью</w:t>
      </w:r>
      <w:r w:rsidRPr="00415E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15EE3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15EE3">
        <w:rPr>
          <w:rFonts w:ascii="Times New Roman" w:hAnsi="Times New Roman" w:cs="Times New Roman"/>
          <w:sz w:val="28"/>
          <w:szCs w:val="28"/>
          <w:lang w:eastAsia="ru-RU"/>
        </w:rPr>
        <w:t>нательным бельем</w:t>
      </w:r>
      <w:r w:rsidRPr="00551E60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получателей  социальных  услуг </w:t>
      </w:r>
      <w:r w:rsidRPr="00604EA1"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социальных услуг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551E60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д</w:t>
      </w:r>
      <w:r w:rsidRPr="00551E60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ом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ах</w:t>
      </w:r>
      <w:r w:rsidRPr="00551E60">
        <w:rPr>
          <w:rFonts w:ascii="Times New Roman" w:hAnsi="Times New Roman" w:cs="Times New Roman"/>
          <w:spacing w:val="-8"/>
          <w:sz w:val="28"/>
          <w:szCs w:val="28"/>
          <w:lang w:eastAsia="ru-RU"/>
        </w:rPr>
        <w:t>-интернат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ах</w:t>
      </w:r>
      <w:r w:rsidRPr="00551E60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 для умственно отсталых детей  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согласно приложению № 3;</w:t>
      </w:r>
    </w:p>
    <w:p w:rsidR="0078317F" w:rsidRDefault="0078317F" w:rsidP="00392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  <w:lang w:eastAsia="ru-RU"/>
        </w:rPr>
      </w:pPr>
      <w:r w:rsidRPr="00070830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норматив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ы</w:t>
      </w:r>
      <w:r w:rsidRPr="00070830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обеспечения  одеждой, обувью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15EE3">
        <w:rPr>
          <w:rFonts w:ascii="Times New Roman" w:hAnsi="Times New Roman" w:cs="Times New Roman"/>
          <w:sz w:val="28"/>
          <w:szCs w:val="28"/>
          <w:lang w:eastAsia="ru-RU"/>
        </w:rPr>
        <w:t>и нательным бельем</w:t>
      </w:r>
      <w:r w:rsidRPr="00070830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39212B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граждан пожилого возраста и инвалидов </w:t>
      </w:r>
      <w:r w:rsidRPr="00070830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при предоставлении социальных услуг в стационарной форме социального обслуживания организациями социального обслуживания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согласно приложению № 4;</w:t>
      </w:r>
    </w:p>
    <w:p w:rsidR="0078317F" w:rsidRPr="00070830" w:rsidRDefault="0078317F" w:rsidP="008C61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нормативы обеспечения </w:t>
      </w:r>
      <w:r w:rsidRPr="00415EE3">
        <w:rPr>
          <w:rFonts w:ascii="Times New Roman" w:hAnsi="Times New Roman" w:cs="Times New Roman"/>
          <w:sz w:val="28"/>
          <w:szCs w:val="28"/>
          <w:lang w:eastAsia="ru-RU"/>
        </w:rPr>
        <w:t>постельными принадлежностями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получателей социальных услуг</w:t>
      </w:r>
      <w:r w:rsidRPr="00604E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04EA1"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социальных услуг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полу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стационарной форме социального обслуживания </w:t>
      </w:r>
      <w:r w:rsidRPr="00F9649A">
        <w:rPr>
          <w:rFonts w:ascii="Times New Roman" w:hAnsi="Times New Roman" w:cs="Times New Roman"/>
          <w:spacing w:val="-8"/>
          <w:sz w:val="28"/>
          <w:szCs w:val="28"/>
          <w:lang w:eastAsia="ru-RU"/>
        </w:rPr>
        <w:t>о</w:t>
      </w:r>
      <w:r w:rsidRPr="00F9649A">
        <w:rPr>
          <w:rFonts w:ascii="Times New Roman" w:hAnsi="Times New Roman" w:cs="Times New Roman"/>
          <w:sz w:val="28"/>
          <w:szCs w:val="28"/>
          <w:lang w:eastAsia="ru-RU"/>
        </w:rPr>
        <w:t>рганизациями социального обслуживания</w:t>
      </w:r>
      <w:r w:rsidRPr="00833EBF">
        <w:rPr>
          <w:rFonts w:ascii="Times New Roman" w:hAnsi="Times New Roman" w:cs="Times New Roman"/>
          <w:spacing w:val="-8"/>
          <w:sz w:val="28"/>
          <w:szCs w:val="28"/>
          <w:lang w:eastAsia="ru-RU"/>
        </w:rPr>
        <w:t xml:space="preserve"> согласно приложению № </w:t>
      </w:r>
      <w:r>
        <w:rPr>
          <w:rFonts w:ascii="Times New Roman" w:hAnsi="Times New Roman" w:cs="Times New Roman"/>
          <w:spacing w:val="-8"/>
          <w:sz w:val="28"/>
          <w:szCs w:val="28"/>
          <w:lang w:eastAsia="ru-RU"/>
        </w:rPr>
        <w:t>5.</w:t>
      </w:r>
    </w:p>
    <w:p w:rsidR="0078317F" w:rsidRPr="00620F0D" w:rsidRDefault="0078317F" w:rsidP="00620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2.Управлению </w:t>
      </w:r>
      <w:r w:rsidRPr="00620F0D">
        <w:rPr>
          <w:rFonts w:ascii="Times New Roman" w:hAnsi="Times New Roman" w:cs="Times New Roman"/>
          <w:sz w:val="28"/>
          <w:szCs w:val="28"/>
        </w:rPr>
        <w:t xml:space="preserve">социально-бытового обслуживания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 w:rsidRPr="00620F0D">
        <w:rPr>
          <w:rFonts w:ascii="Times New Roman" w:hAnsi="Times New Roman" w:cs="Times New Roman"/>
          <w:sz w:val="28"/>
          <w:szCs w:val="28"/>
        </w:rPr>
        <w:t xml:space="preserve"> (М.М.Джамаев) обеспечить в установленном порядке государственную регистрацию настоящего приказа в Министерстве юстиции Республики Дагестан.</w:t>
      </w:r>
    </w:p>
    <w:p w:rsidR="0078317F" w:rsidRPr="00620F0D" w:rsidRDefault="0078317F" w:rsidP="00620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20F0D">
        <w:rPr>
          <w:rFonts w:ascii="Times New Roman" w:hAnsi="Times New Roman" w:cs="Times New Roman"/>
          <w:sz w:val="28"/>
          <w:szCs w:val="28"/>
        </w:rPr>
        <w:t>Разместить настоящий приказ на официальном сайте Министерства труда и социального развития Республики Дагестан (</w:t>
      </w:r>
      <w:r w:rsidRPr="00620F0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20F0D">
        <w:rPr>
          <w:rFonts w:ascii="Times New Roman" w:hAnsi="Times New Roman" w:cs="Times New Roman"/>
          <w:sz w:val="28"/>
          <w:szCs w:val="28"/>
        </w:rPr>
        <w:t xml:space="preserve">. </w:t>
      </w:r>
      <w:r w:rsidRPr="00620F0D">
        <w:rPr>
          <w:rFonts w:ascii="Times New Roman" w:hAnsi="Times New Roman" w:cs="Times New Roman"/>
          <w:sz w:val="28"/>
          <w:szCs w:val="28"/>
          <w:lang w:val="en-US"/>
        </w:rPr>
        <w:t>dagmintrud</w:t>
      </w:r>
      <w:r w:rsidRPr="00620F0D">
        <w:rPr>
          <w:rFonts w:ascii="Times New Roman" w:hAnsi="Times New Roman" w:cs="Times New Roman"/>
          <w:sz w:val="28"/>
          <w:szCs w:val="28"/>
        </w:rPr>
        <w:t xml:space="preserve">. </w:t>
      </w:r>
      <w:r w:rsidRPr="00620F0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20F0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317F" w:rsidRDefault="0078317F" w:rsidP="00C4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C418F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3733B">
        <w:rPr>
          <w:rFonts w:ascii="Times New Roman" w:hAnsi="Times New Roman" w:cs="Times New Roman"/>
          <w:sz w:val="28"/>
          <w:szCs w:val="28"/>
          <w:lang w:eastAsia="ru-RU"/>
        </w:rPr>
        <w:t xml:space="preserve">Признать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утратившим силу приказ Министерства </w:t>
      </w:r>
      <w:r w:rsidRPr="00620F0D">
        <w:rPr>
          <w:rFonts w:ascii="Times New Roman" w:hAnsi="Times New Roman" w:cs="Times New Roman"/>
          <w:sz w:val="28"/>
          <w:szCs w:val="28"/>
        </w:rPr>
        <w:t>труда и социального развития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от 17 ноября 2014 года № 04/2-919 (зарегистрирован в Мин</w:t>
      </w:r>
      <w:r w:rsidRPr="00156847">
        <w:rPr>
          <w:rFonts w:ascii="Times New Roman" w:hAnsi="Times New Roman" w:cs="Times New Roman"/>
          <w:sz w:val="28"/>
          <w:szCs w:val="28"/>
        </w:rPr>
        <w:t xml:space="preserve">истерстве </w:t>
      </w:r>
      <w:r>
        <w:rPr>
          <w:rFonts w:ascii="Times New Roman" w:hAnsi="Times New Roman" w:cs="Times New Roman"/>
          <w:sz w:val="28"/>
          <w:szCs w:val="28"/>
        </w:rPr>
        <w:t>юстиции Республики Дагестан за регистрационным номером 3212 от 24.12.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 w:cs="Times New Roman"/>
            <w:sz w:val="28"/>
            <w:szCs w:val="28"/>
          </w:rPr>
          <w:t>2014 г</w:t>
        </w:r>
      </w:smartTag>
      <w:r>
        <w:rPr>
          <w:rFonts w:ascii="Times New Roman" w:hAnsi="Times New Roman" w:cs="Times New Roman"/>
          <w:sz w:val="28"/>
          <w:szCs w:val="28"/>
        </w:rPr>
        <w:t>.).</w:t>
      </w:r>
    </w:p>
    <w:p w:rsidR="0078317F" w:rsidRDefault="0078317F" w:rsidP="00C4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3733B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bCs/>
          <w:sz w:val="28"/>
          <w:szCs w:val="28"/>
          <w:lang w:eastAsia="ru-RU"/>
        </w:rPr>
        <w:t>Настоящий приказ вступает в силу в установленном законодательством порядке.</w:t>
      </w: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17F" w:rsidRPr="0043733B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317F" w:rsidRPr="00DA487F" w:rsidRDefault="0078317F" w:rsidP="00F41925">
      <w:pPr>
        <w:pStyle w:val="ConsPlusTitle"/>
        <w:widowControl/>
        <w:ind w:firstLine="709"/>
        <w:jc w:val="center"/>
        <w:rPr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5107"/>
        <w:gridCol w:w="5108"/>
      </w:tblGrid>
      <w:tr w:rsidR="0078317F" w:rsidTr="00FC494A">
        <w:tc>
          <w:tcPr>
            <w:tcW w:w="5107" w:type="dxa"/>
          </w:tcPr>
          <w:p w:rsidR="0078317F" w:rsidRDefault="0078317F" w:rsidP="00FC4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17F" w:rsidRPr="00563150" w:rsidRDefault="0078317F" w:rsidP="00FC4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Министр</w:t>
            </w:r>
          </w:p>
        </w:tc>
        <w:tc>
          <w:tcPr>
            <w:tcW w:w="5108" w:type="dxa"/>
          </w:tcPr>
          <w:p w:rsidR="0078317F" w:rsidRPr="00FC494A" w:rsidRDefault="0078317F" w:rsidP="00FC4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17F" w:rsidRPr="00FC494A" w:rsidRDefault="0078317F" w:rsidP="00FC49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9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М.Д.Баглиев</w:t>
            </w:r>
          </w:p>
        </w:tc>
      </w:tr>
    </w:tbl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317F" w:rsidRDefault="0078317F" w:rsidP="005C02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1E0"/>
      </w:tblPr>
      <w:tblGrid>
        <w:gridCol w:w="1260"/>
        <w:gridCol w:w="8820"/>
      </w:tblGrid>
      <w:tr w:rsidR="0078317F" w:rsidRPr="002E157C">
        <w:tc>
          <w:tcPr>
            <w:tcW w:w="1260" w:type="dxa"/>
          </w:tcPr>
          <w:p w:rsidR="0078317F" w:rsidRPr="002E157C" w:rsidRDefault="0078317F" w:rsidP="00F419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157C">
              <w:rPr>
                <w:rFonts w:ascii="Times New Roman" w:hAnsi="Times New Roman" w:cs="Times New Roman"/>
              </w:rPr>
              <w:t>Разослано:</w:t>
            </w:r>
          </w:p>
        </w:tc>
        <w:tc>
          <w:tcPr>
            <w:tcW w:w="8820" w:type="dxa"/>
          </w:tcPr>
          <w:p w:rsidR="0078317F" w:rsidRPr="002E157C" w:rsidRDefault="0078317F" w:rsidP="00F419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E157C">
              <w:rPr>
                <w:rFonts w:ascii="Times New Roman" w:hAnsi="Times New Roman" w:cs="Times New Roman"/>
              </w:rPr>
              <w:t xml:space="preserve">в дело, </w:t>
            </w:r>
            <w:r>
              <w:rPr>
                <w:rFonts w:ascii="Times New Roman" w:hAnsi="Times New Roman" w:cs="Times New Roman"/>
              </w:rPr>
              <w:t>Р.Ф.Фарманову</w:t>
            </w:r>
            <w:r w:rsidRPr="002E157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З.А.Багомедову</w:t>
            </w:r>
            <w:r w:rsidRPr="002E157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57C">
              <w:rPr>
                <w:rFonts w:ascii="Times New Roman" w:hAnsi="Times New Roman" w:cs="Times New Roman"/>
              </w:rPr>
              <w:t xml:space="preserve">управлениям </w:t>
            </w:r>
            <w:r>
              <w:rPr>
                <w:rFonts w:ascii="Times New Roman" w:hAnsi="Times New Roman" w:cs="Times New Roman"/>
              </w:rPr>
              <w:t xml:space="preserve">аналитической и </w:t>
            </w:r>
            <w:r w:rsidRPr="002E157C">
              <w:rPr>
                <w:rFonts w:ascii="Times New Roman" w:hAnsi="Times New Roman" w:cs="Times New Roman"/>
              </w:rPr>
              <w:t xml:space="preserve">сводной работы, социально-бытового обслуживания </w:t>
            </w:r>
            <w:r>
              <w:rPr>
                <w:rFonts w:ascii="Times New Roman" w:hAnsi="Times New Roman" w:cs="Times New Roman"/>
              </w:rPr>
              <w:t>населения</w:t>
            </w:r>
            <w:r w:rsidRPr="002E157C">
              <w:rPr>
                <w:rFonts w:ascii="Times New Roman" w:hAnsi="Times New Roman" w:cs="Times New Roman"/>
              </w:rPr>
              <w:t>, бюджетного планирования</w:t>
            </w:r>
            <w:r>
              <w:rPr>
                <w:rFonts w:ascii="Times New Roman" w:hAnsi="Times New Roman" w:cs="Times New Roman"/>
              </w:rPr>
              <w:t>, стационарным учреждениям (отделениям) социального обслуживания населения</w:t>
            </w:r>
          </w:p>
        </w:tc>
      </w:tr>
    </w:tbl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Default="0078317F" w:rsidP="00F41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8317F" w:rsidRPr="00F41925" w:rsidRDefault="0078317F" w:rsidP="000708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/>
      </w:tblPr>
      <w:tblGrid>
        <w:gridCol w:w="2448"/>
        <w:gridCol w:w="720"/>
        <w:gridCol w:w="3060"/>
      </w:tblGrid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З.А.Багомедов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М.М.Джамаев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Р.М.Биарсланов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Ш.М.-Ш. Курбанова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З.З.Гаджиев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2448" w:type="dxa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3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Ф.К.Забитова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17F" w:rsidRPr="00F41925">
        <w:tc>
          <w:tcPr>
            <w:tcW w:w="3168" w:type="dxa"/>
            <w:gridSpan w:val="2"/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Д.Н.Габибова</w:t>
            </w:r>
            <w:r w:rsidRPr="001A36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(исполнитель)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78317F" w:rsidRPr="001A3620" w:rsidRDefault="0078317F" w:rsidP="001A3620">
            <w:pPr>
              <w:autoSpaceDE w:val="0"/>
              <w:autoSpaceDN w:val="0"/>
              <w:adjustRightInd w:val="0"/>
              <w:spacing w:after="0" w:line="36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317F" w:rsidRPr="00F41925" w:rsidRDefault="0078317F" w:rsidP="00F41925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b/>
          <w:bCs/>
          <w:lang w:eastAsia="ru-RU"/>
        </w:rPr>
      </w:pPr>
    </w:p>
    <w:sectPr w:rsidR="0078317F" w:rsidRPr="00F41925" w:rsidSect="008B426E">
      <w:headerReference w:type="even" r:id="rId8"/>
      <w:headerReference w:type="default" r:id="rId9"/>
      <w:pgSz w:w="12240" w:h="15840"/>
      <w:pgMar w:top="719" w:right="540" w:bottom="899" w:left="1701" w:header="709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17F" w:rsidRDefault="0078317F">
      <w:pPr>
        <w:spacing w:after="0" w:line="240" w:lineRule="auto"/>
      </w:pPr>
      <w:r>
        <w:separator/>
      </w:r>
    </w:p>
  </w:endnote>
  <w:endnote w:type="continuationSeparator" w:id="1">
    <w:p w:rsidR="0078317F" w:rsidRDefault="0078317F">
      <w:pPr>
        <w:spacing w:after="0" w:line="240" w:lineRule="auto"/>
      </w:pPr>
      <w:r>
        <w:continuationSeparator/>
      </w:r>
    </w:p>
  </w:endnote>
  <w:endnote w:type="continuationNotice" w:id="2">
    <w:p w:rsidR="0078317F" w:rsidRDefault="0078317F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17F" w:rsidRDefault="0078317F">
      <w:pPr>
        <w:spacing w:after="0" w:line="240" w:lineRule="auto"/>
      </w:pPr>
      <w:r>
        <w:separator/>
      </w:r>
    </w:p>
  </w:footnote>
  <w:footnote w:type="continuationSeparator" w:id="1">
    <w:p w:rsidR="0078317F" w:rsidRDefault="0078317F">
      <w:pPr>
        <w:spacing w:after="0" w:line="240" w:lineRule="auto"/>
      </w:pPr>
      <w:r>
        <w:continuationSeparator/>
      </w:r>
    </w:p>
  </w:footnote>
  <w:footnote w:type="continuationNotice" w:id="2">
    <w:p w:rsidR="0078317F" w:rsidRDefault="0078317F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7F" w:rsidRDefault="0078317F" w:rsidP="00BD5F9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17F" w:rsidRDefault="007831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17F" w:rsidRDefault="0078317F" w:rsidP="002456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8317F" w:rsidRDefault="0078317F">
    <w:pPr>
      <w:pStyle w:val="Header"/>
    </w:pPr>
  </w:p>
  <w:p w:rsidR="0078317F" w:rsidRDefault="007831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3C80FB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7BC43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7F36B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DACA0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9ECA49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EC1451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1DEBE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BA895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730F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38EA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8EA85C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CF208F0"/>
    <w:multiLevelType w:val="singleLevel"/>
    <w:tmpl w:val="87CACFAA"/>
    <w:lvl w:ilvl="0">
      <w:start w:val="1"/>
      <w:numFmt w:val="bullet"/>
      <w:pStyle w:val="Lis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3C01A4A"/>
    <w:multiLevelType w:val="hybridMultilevel"/>
    <w:tmpl w:val="13109F48"/>
    <w:lvl w:ilvl="0" w:tplc="91D084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B0C081A"/>
    <w:multiLevelType w:val="hybridMultilevel"/>
    <w:tmpl w:val="08AE5B72"/>
    <w:lvl w:ilvl="0" w:tplc="11AEB41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405ADE"/>
    <w:multiLevelType w:val="hybridMultilevel"/>
    <w:tmpl w:val="B5945F32"/>
    <w:lvl w:ilvl="0" w:tplc="54AA6712">
      <w:start w:val="5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55335F8F"/>
    <w:multiLevelType w:val="hybridMultilevel"/>
    <w:tmpl w:val="014E4D30"/>
    <w:lvl w:ilvl="0" w:tplc="AE1615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C532C9F"/>
    <w:multiLevelType w:val="multilevel"/>
    <w:tmpl w:val="D76869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FED186B"/>
    <w:multiLevelType w:val="multilevel"/>
    <w:tmpl w:val="36B0665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AAD0EE5"/>
    <w:multiLevelType w:val="multilevel"/>
    <w:tmpl w:val="2F0C377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17"/>
  </w:num>
  <w:num w:numId="5">
    <w:abstractNumId w:val="16"/>
  </w:num>
  <w:num w:numId="6">
    <w:abstractNumId w:val="15"/>
  </w:num>
  <w:num w:numId="7">
    <w:abstractNumId w:val="11"/>
  </w:num>
  <w:num w:numId="8">
    <w:abstractNumId w:val="13"/>
  </w:num>
  <w:num w:numId="9">
    <w:abstractNumId w:val="0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2FF"/>
    <w:rsid w:val="00000032"/>
    <w:rsid w:val="000020F3"/>
    <w:rsid w:val="000052AB"/>
    <w:rsid w:val="000066FA"/>
    <w:rsid w:val="00006DA1"/>
    <w:rsid w:val="00010B5D"/>
    <w:rsid w:val="0001313F"/>
    <w:rsid w:val="00013848"/>
    <w:rsid w:val="0001446D"/>
    <w:rsid w:val="000145A1"/>
    <w:rsid w:val="00015783"/>
    <w:rsid w:val="00015815"/>
    <w:rsid w:val="0001607C"/>
    <w:rsid w:val="000168B5"/>
    <w:rsid w:val="000177EF"/>
    <w:rsid w:val="0002048E"/>
    <w:rsid w:val="0002110F"/>
    <w:rsid w:val="00024802"/>
    <w:rsid w:val="000259F7"/>
    <w:rsid w:val="00025AFA"/>
    <w:rsid w:val="0002784B"/>
    <w:rsid w:val="00032211"/>
    <w:rsid w:val="0003413C"/>
    <w:rsid w:val="0003458D"/>
    <w:rsid w:val="000369FD"/>
    <w:rsid w:val="00037F82"/>
    <w:rsid w:val="0004092E"/>
    <w:rsid w:val="00041CE3"/>
    <w:rsid w:val="000438B1"/>
    <w:rsid w:val="00044FFC"/>
    <w:rsid w:val="00045592"/>
    <w:rsid w:val="00047931"/>
    <w:rsid w:val="0005063C"/>
    <w:rsid w:val="000544A0"/>
    <w:rsid w:val="0005502E"/>
    <w:rsid w:val="00055597"/>
    <w:rsid w:val="00070830"/>
    <w:rsid w:val="000722DA"/>
    <w:rsid w:val="000760F8"/>
    <w:rsid w:val="00076D4C"/>
    <w:rsid w:val="00082052"/>
    <w:rsid w:val="00083D49"/>
    <w:rsid w:val="00084B1B"/>
    <w:rsid w:val="00085166"/>
    <w:rsid w:val="00086F59"/>
    <w:rsid w:val="00087514"/>
    <w:rsid w:val="000958DE"/>
    <w:rsid w:val="0009682B"/>
    <w:rsid w:val="00097816"/>
    <w:rsid w:val="00097B81"/>
    <w:rsid w:val="000A438E"/>
    <w:rsid w:val="000B3D50"/>
    <w:rsid w:val="000B5175"/>
    <w:rsid w:val="000B58D5"/>
    <w:rsid w:val="000B60EE"/>
    <w:rsid w:val="000B79B9"/>
    <w:rsid w:val="000C0E62"/>
    <w:rsid w:val="000C0FC7"/>
    <w:rsid w:val="000C105B"/>
    <w:rsid w:val="000C2C13"/>
    <w:rsid w:val="000C3CC9"/>
    <w:rsid w:val="000C6228"/>
    <w:rsid w:val="000C6541"/>
    <w:rsid w:val="000C7A3E"/>
    <w:rsid w:val="000D0880"/>
    <w:rsid w:val="000D0885"/>
    <w:rsid w:val="000D5D98"/>
    <w:rsid w:val="000D6961"/>
    <w:rsid w:val="000D7225"/>
    <w:rsid w:val="000E1A74"/>
    <w:rsid w:val="000E2329"/>
    <w:rsid w:val="000E2C48"/>
    <w:rsid w:val="000E2E18"/>
    <w:rsid w:val="000E34CA"/>
    <w:rsid w:val="000E3719"/>
    <w:rsid w:val="000E3A43"/>
    <w:rsid w:val="000E4394"/>
    <w:rsid w:val="000E4E40"/>
    <w:rsid w:val="000E5230"/>
    <w:rsid w:val="000E6204"/>
    <w:rsid w:val="000E766E"/>
    <w:rsid w:val="000F21F7"/>
    <w:rsid w:val="000F36D4"/>
    <w:rsid w:val="000F4B48"/>
    <w:rsid w:val="000F5860"/>
    <w:rsid w:val="000F66A6"/>
    <w:rsid w:val="000F6E88"/>
    <w:rsid w:val="00100A68"/>
    <w:rsid w:val="00101207"/>
    <w:rsid w:val="00101650"/>
    <w:rsid w:val="00102185"/>
    <w:rsid w:val="0010412B"/>
    <w:rsid w:val="001042C4"/>
    <w:rsid w:val="00107E27"/>
    <w:rsid w:val="0011001F"/>
    <w:rsid w:val="001103C3"/>
    <w:rsid w:val="00114CE2"/>
    <w:rsid w:val="00115DF5"/>
    <w:rsid w:val="001163CD"/>
    <w:rsid w:val="00116D91"/>
    <w:rsid w:val="00117A30"/>
    <w:rsid w:val="00117F55"/>
    <w:rsid w:val="001203AC"/>
    <w:rsid w:val="001204D1"/>
    <w:rsid w:val="00121765"/>
    <w:rsid w:val="00121AC9"/>
    <w:rsid w:val="00122098"/>
    <w:rsid w:val="00124A93"/>
    <w:rsid w:val="00126377"/>
    <w:rsid w:val="00126815"/>
    <w:rsid w:val="00132EE5"/>
    <w:rsid w:val="0013304E"/>
    <w:rsid w:val="00136140"/>
    <w:rsid w:val="001364D0"/>
    <w:rsid w:val="00136850"/>
    <w:rsid w:val="00137595"/>
    <w:rsid w:val="0013781E"/>
    <w:rsid w:val="00141BDB"/>
    <w:rsid w:val="00141E23"/>
    <w:rsid w:val="0014204E"/>
    <w:rsid w:val="00144993"/>
    <w:rsid w:val="00145247"/>
    <w:rsid w:val="00146C28"/>
    <w:rsid w:val="00154531"/>
    <w:rsid w:val="00156847"/>
    <w:rsid w:val="001573AB"/>
    <w:rsid w:val="0016053B"/>
    <w:rsid w:val="0016070D"/>
    <w:rsid w:val="0016075E"/>
    <w:rsid w:val="001625BF"/>
    <w:rsid w:val="00164221"/>
    <w:rsid w:val="0016604B"/>
    <w:rsid w:val="00166644"/>
    <w:rsid w:val="001700A2"/>
    <w:rsid w:val="00172C7D"/>
    <w:rsid w:val="001747F9"/>
    <w:rsid w:val="00175871"/>
    <w:rsid w:val="0017699C"/>
    <w:rsid w:val="001773B3"/>
    <w:rsid w:val="00177AEB"/>
    <w:rsid w:val="00180B48"/>
    <w:rsid w:val="00180EE5"/>
    <w:rsid w:val="00181D84"/>
    <w:rsid w:val="00182E08"/>
    <w:rsid w:val="00184AF7"/>
    <w:rsid w:val="00186C01"/>
    <w:rsid w:val="00187B38"/>
    <w:rsid w:val="00187F0D"/>
    <w:rsid w:val="001979FC"/>
    <w:rsid w:val="00197DD5"/>
    <w:rsid w:val="001A1175"/>
    <w:rsid w:val="001A25AC"/>
    <w:rsid w:val="001A2635"/>
    <w:rsid w:val="001A2DB7"/>
    <w:rsid w:val="001A3620"/>
    <w:rsid w:val="001A64D0"/>
    <w:rsid w:val="001A7B7D"/>
    <w:rsid w:val="001B1894"/>
    <w:rsid w:val="001B1AAD"/>
    <w:rsid w:val="001B1BF7"/>
    <w:rsid w:val="001B33AA"/>
    <w:rsid w:val="001B3A56"/>
    <w:rsid w:val="001B4069"/>
    <w:rsid w:val="001B5387"/>
    <w:rsid w:val="001B5D9C"/>
    <w:rsid w:val="001B67DD"/>
    <w:rsid w:val="001B6E12"/>
    <w:rsid w:val="001B7051"/>
    <w:rsid w:val="001B71C8"/>
    <w:rsid w:val="001C18FD"/>
    <w:rsid w:val="001D0809"/>
    <w:rsid w:val="001D1191"/>
    <w:rsid w:val="001D3FCC"/>
    <w:rsid w:val="001D4DF6"/>
    <w:rsid w:val="001D5FF3"/>
    <w:rsid w:val="001D61F9"/>
    <w:rsid w:val="001D69B9"/>
    <w:rsid w:val="001D6DBA"/>
    <w:rsid w:val="001E031F"/>
    <w:rsid w:val="001E0CFD"/>
    <w:rsid w:val="001E10A4"/>
    <w:rsid w:val="001E120C"/>
    <w:rsid w:val="001E1CED"/>
    <w:rsid w:val="001E219D"/>
    <w:rsid w:val="001E2F08"/>
    <w:rsid w:val="001E3444"/>
    <w:rsid w:val="001E55D1"/>
    <w:rsid w:val="001E6219"/>
    <w:rsid w:val="001E7C3F"/>
    <w:rsid w:val="001E7D27"/>
    <w:rsid w:val="001F1F12"/>
    <w:rsid w:val="001F3F31"/>
    <w:rsid w:val="001F417D"/>
    <w:rsid w:val="001F52FF"/>
    <w:rsid w:val="001F629C"/>
    <w:rsid w:val="001F7651"/>
    <w:rsid w:val="001F78FA"/>
    <w:rsid w:val="002000BE"/>
    <w:rsid w:val="00202950"/>
    <w:rsid w:val="00207CD3"/>
    <w:rsid w:val="002106AB"/>
    <w:rsid w:val="002118B0"/>
    <w:rsid w:val="00212C4A"/>
    <w:rsid w:val="00217B37"/>
    <w:rsid w:val="0022037B"/>
    <w:rsid w:val="00223322"/>
    <w:rsid w:val="00224492"/>
    <w:rsid w:val="0022589D"/>
    <w:rsid w:val="00226310"/>
    <w:rsid w:val="002303A0"/>
    <w:rsid w:val="002310DD"/>
    <w:rsid w:val="002317BD"/>
    <w:rsid w:val="00231FC7"/>
    <w:rsid w:val="0023649B"/>
    <w:rsid w:val="00237E37"/>
    <w:rsid w:val="00240A97"/>
    <w:rsid w:val="00240F8A"/>
    <w:rsid w:val="002413C3"/>
    <w:rsid w:val="002441C2"/>
    <w:rsid w:val="002456E2"/>
    <w:rsid w:val="00251676"/>
    <w:rsid w:val="002534C0"/>
    <w:rsid w:val="0025435D"/>
    <w:rsid w:val="00255447"/>
    <w:rsid w:val="00255A73"/>
    <w:rsid w:val="00255DC3"/>
    <w:rsid w:val="00261D48"/>
    <w:rsid w:val="00262FBA"/>
    <w:rsid w:val="00264798"/>
    <w:rsid w:val="0026691F"/>
    <w:rsid w:val="00266FFC"/>
    <w:rsid w:val="0026777F"/>
    <w:rsid w:val="002714D6"/>
    <w:rsid w:val="00274384"/>
    <w:rsid w:val="00274708"/>
    <w:rsid w:val="0027604E"/>
    <w:rsid w:val="00281D7D"/>
    <w:rsid w:val="00281FE8"/>
    <w:rsid w:val="00285D85"/>
    <w:rsid w:val="002875CA"/>
    <w:rsid w:val="00287A18"/>
    <w:rsid w:val="00292795"/>
    <w:rsid w:val="00293CD9"/>
    <w:rsid w:val="00293EC0"/>
    <w:rsid w:val="00297A56"/>
    <w:rsid w:val="002A1D65"/>
    <w:rsid w:val="002A2514"/>
    <w:rsid w:val="002A5E84"/>
    <w:rsid w:val="002A6182"/>
    <w:rsid w:val="002A6D2A"/>
    <w:rsid w:val="002B14D8"/>
    <w:rsid w:val="002B1A52"/>
    <w:rsid w:val="002B3805"/>
    <w:rsid w:val="002B41D4"/>
    <w:rsid w:val="002B6608"/>
    <w:rsid w:val="002B6E67"/>
    <w:rsid w:val="002C1261"/>
    <w:rsid w:val="002C1EC4"/>
    <w:rsid w:val="002C644D"/>
    <w:rsid w:val="002C7771"/>
    <w:rsid w:val="002C7A27"/>
    <w:rsid w:val="002C7ADD"/>
    <w:rsid w:val="002D0714"/>
    <w:rsid w:val="002D1C3A"/>
    <w:rsid w:val="002D37E8"/>
    <w:rsid w:val="002D4FA3"/>
    <w:rsid w:val="002E157C"/>
    <w:rsid w:val="002E35E3"/>
    <w:rsid w:val="002E43DD"/>
    <w:rsid w:val="002E449A"/>
    <w:rsid w:val="002E451F"/>
    <w:rsid w:val="002F1603"/>
    <w:rsid w:val="002F2215"/>
    <w:rsid w:val="002F24FF"/>
    <w:rsid w:val="002F301D"/>
    <w:rsid w:val="002F4F2F"/>
    <w:rsid w:val="002F5312"/>
    <w:rsid w:val="002F6046"/>
    <w:rsid w:val="002F64EE"/>
    <w:rsid w:val="002F7135"/>
    <w:rsid w:val="002F76A6"/>
    <w:rsid w:val="003043E7"/>
    <w:rsid w:val="00307C85"/>
    <w:rsid w:val="00314B71"/>
    <w:rsid w:val="00316B5D"/>
    <w:rsid w:val="00316EDF"/>
    <w:rsid w:val="003230CF"/>
    <w:rsid w:val="00324D31"/>
    <w:rsid w:val="00324F92"/>
    <w:rsid w:val="0032686C"/>
    <w:rsid w:val="00330343"/>
    <w:rsid w:val="0033137D"/>
    <w:rsid w:val="00331D7D"/>
    <w:rsid w:val="003339C5"/>
    <w:rsid w:val="0033434D"/>
    <w:rsid w:val="00335616"/>
    <w:rsid w:val="003377B5"/>
    <w:rsid w:val="003415D9"/>
    <w:rsid w:val="003506EA"/>
    <w:rsid w:val="00353206"/>
    <w:rsid w:val="0035368C"/>
    <w:rsid w:val="00354108"/>
    <w:rsid w:val="003542F9"/>
    <w:rsid w:val="00356285"/>
    <w:rsid w:val="00356E05"/>
    <w:rsid w:val="00357025"/>
    <w:rsid w:val="00360014"/>
    <w:rsid w:val="00360D7D"/>
    <w:rsid w:val="00363BE8"/>
    <w:rsid w:val="003645BC"/>
    <w:rsid w:val="0036461E"/>
    <w:rsid w:val="0036798F"/>
    <w:rsid w:val="00371D9E"/>
    <w:rsid w:val="00376B97"/>
    <w:rsid w:val="00376CC7"/>
    <w:rsid w:val="00377374"/>
    <w:rsid w:val="0038051A"/>
    <w:rsid w:val="00380E27"/>
    <w:rsid w:val="00380EC4"/>
    <w:rsid w:val="00386A6F"/>
    <w:rsid w:val="00387D09"/>
    <w:rsid w:val="00390317"/>
    <w:rsid w:val="003906BC"/>
    <w:rsid w:val="0039212B"/>
    <w:rsid w:val="00392E51"/>
    <w:rsid w:val="003965F5"/>
    <w:rsid w:val="00396696"/>
    <w:rsid w:val="00397BD3"/>
    <w:rsid w:val="00397E23"/>
    <w:rsid w:val="003A0564"/>
    <w:rsid w:val="003A14C4"/>
    <w:rsid w:val="003A3047"/>
    <w:rsid w:val="003A3D66"/>
    <w:rsid w:val="003A5370"/>
    <w:rsid w:val="003A6254"/>
    <w:rsid w:val="003B3B8A"/>
    <w:rsid w:val="003B44C1"/>
    <w:rsid w:val="003B4FB2"/>
    <w:rsid w:val="003B51D4"/>
    <w:rsid w:val="003B595D"/>
    <w:rsid w:val="003B735C"/>
    <w:rsid w:val="003B7B02"/>
    <w:rsid w:val="003C067F"/>
    <w:rsid w:val="003C1931"/>
    <w:rsid w:val="003C2B89"/>
    <w:rsid w:val="003C39F9"/>
    <w:rsid w:val="003C3C3F"/>
    <w:rsid w:val="003C7829"/>
    <w:rsid w:val="003D1804"/>
    <w:rsid w:val="003D2366"/>
    <w:rsid w:val="003D3257"/>
    <w:rsid w:val="003E51A4"/>
    <w:rsid w:val="003E6B6F"/>
    <w:rsid w:val="003F01C4"/>
    <w:rsid w:val="003F36CA"/>
    <w:rsid w:val="003F3B62"/>
    <w:rsid w:val="003F4E01"/>
    <w:rsid w:val="003F6A0C"/>
    <w:rsid w:val="003F6C45"/>
    <w:rsid w:val="003F6F3E"/>
    <w:rsid w:val="00400871"/>
    <w:rsid w:val="0040164E"/>
    <w:rsid w:val="0040352E"/>
    <w:rsid w:val="0040369B"/>
    <w:rsid w:val="00403A69"/>
    <w:rsid w:val="004054AD"/>
    <w:rsid w:val="00406397"/>
    <w:rsid w:val="00407ECC"/>
    <w:rsid w:val="00410FB0"/>
    <w:rsid w:val="00412A4C"/>
    <w:rsid w:val="00412B4E"/>
    <w:rsid w:val="00415B0A"/>
    <w:rsid w:val="00415EE3"/>
    <w:rsid w:val="0041626B"/>
    <w:rsid w:val="004171D8"/>
    <w:rsid w:val="004202A5"/>
    <w:rsid w:val="00420BE8"/>
    <w:rsid w:val="004216D3"/>
    <w:rsid w:val="00424589"/>
    <w:rsid w:val="00431F0E"/>
    <w:rsid w:val="00433A83"/>
    <w:rsid w:val="004368FE"/>
    <w:rsid w:val="0043733B"/>
    <w:rsid w:val="00437649"/>
    <w:rsid w:val="00440706"/>
    <w:rsid w:val="00440CB0"/>
    <w:rsid w:val="00444E25"/>
    <w:rsid w:val="00446FF5"/>
    <w:rsid w:val="00447E19"/>
    <w:rsid w:val="00451BED"/>
    <w:rsid w:val="00453FAC"/>
    <w:rsid w:val="00454F95"/>
    <w:rsid w:val="00455F4D"/>
    <w:rsid w:val="00456766"/>
    <w:rsid w:val="004568C2"/>
    <w:rsid w:val="00457B9F"/>
    <w:rsid w:val="00457F28"/>
    <w:rsid w:val="00463128"/>
    <w:rsid w:val="00463773"/>
    <w:rsid w:val="004649FF"/>
    <w:rsid w:val="004661E9"/>
    <w:rsid w:val="00467CA4"/>
    <w:rsid w:val="00470E41"/>
    <w:rsid w:val="00471290"/>
    <w:rsid w:val="00472189"/>
    <w:rsid w:val="00474599"/>
    <w:rsid w:val="00476356"/>
    <w:rsid w:val="00480D4E"/>
    <w:rsid w:val="00481DBA"/>
    <w:rsid w:val="00482DB7"/>
    <w:rsid w:val="0048341D"/>
    <w:rsid w:val="00485447"/>
    <w:rsid w:val="00485819"/>
    <w:rsid w:val="0048712D"/>
    <w:rsid w:val="00487409"/>
    <w:rsid w:val="0048793C"/>
    <w:rsid w:val="00491182"/>
    <w:rsid w:val="004912A3"/>
    <w:rsid w:val="00491B9B"/>
    <w:rsid w:val="00494940"/>
    <w:rsid w:val="00496C2B"/>
    <w:rsid w:val="004A1B0F"/>
    <w:rsid w:val="004A68A9"/>
    <w:rsid w:val="004B579F"/>
    <w:rsid w:val="004B6155"/>
    <w:rsid w:val="004B635F"/>
    <w:rsid w:val="004B6BA4"/>
    <w:rsid w:val="004C09FE"/>
    <w:rsid w:val="004C19FE"/>
    <w:rsid w:val="004C6794"/>
    <w:rsid w:val="004C7ACC"/>
    <w:rsid w:val="004D0A1C"/>
    <w:rsid w:val="004D1A2E"/>
    <w:rsid w:val="004D1AE8"/>
    <w:rsid w:val="004D34CE"/>
    <w:rsid w:val="004D66D8"/>
    <w:rsid w:val="004D7B9F"/>
    <w:rsid w:val="004E24F3"/>
    <w:rsid w:val="004E2580"/>
    <w:rsid w:val="004E2F25"/>
    <w:rsid w:val="004E3851"/>
    <w:rsid w:val="004E7212"/>
    <w:rsid w:val="004F0295"/>
    <w:rsid w:val="004F1477"/>
    <w:rsid w:val="004F28DC"/>
    <w:rsid w:val="004F5B43"/>
    <w:rsid w:val="00500202"/>
    <w:rsid w:val="00500231"/>
    <w:rsid w:val="00502297"/>
    <w:rsid w:val="00504D7E"/>
    <w:rsid w:val="00506492"/>
    <w:rsid w:val="00511C1C"/>
    <w:rsid w:val="0051350C"/>
    <w:rsid w:val="00514130"/>
    <w:rsid w:val="00522882"/>
    <w:rsid w:val="0052392B"/>
    <w:rsid w:val="0052396A"/>
    <w:rsid w:val="0052397E"/>
    <w:rsid w:val="005262BE"/>
    <w:rsid w:val="00531701"/>
    <w:rsid w:val="005319DE"/>
    <w:rsid w:val="00532DED"/>
    <w:rsid w:val="00533CD6"/>
    <w:rsid w:val="005343F1"/>
    <w:rsid w:val="00534AC1"/>
    <w:rsid w:val="00534ED8"/>
    <w:rsid w:val="00535773"/>
    <w:rsid w:val="00535AED"/>
    <w:rsid w:val="00537B1B"/>
    <w:rsid w:val="005400B9"/>
    <w:rsid w:val="005415D3"/>
    <w:rsid w:val="00541B14"/>
    <w:rsid w:val="00542776"/>
    <w:rsid w:val="00545D36"/>
    <w:rsid w:val="00545F07"/>
    <w:rsid w:val="00546D0C"/>
    <w:rsid w:val="00547945"/>
    <w:rsid w:val="00547B9D"/>
    <w:rsid w:val="0055056C"/>
    <w:rsid w:val="00551E60"/>
    <w:rsid w:val="005523E2"/>
    <w:rsid w:val="00556621"/>
    <w:rsid w:val="005569E1"/>
    <w:rsid w:val="0055798F"/>
    <w:rsid w:val="00561D8D"/>
    <w:rsid w:val="00562316"/>
    <w:rsid w:val="00563150"/>
    <w:rsid w:val="00564451"/>
    <w:rsid w:val="00564CC3"/>
    <w:rsid w:val="00566424"/>
    <w:rsid w:val="00567993"/>
    <w:rsid w:val="0057562A"/>
    <w:rsid w:val="005766C8"/>
    <w:rsid w:val="00576C6A"/>
    <w:rsid w:val="005778D8"/>
    <w:rsid w:val="005836BC"/>
    <w:rsid w:val="005842CF"/>
    <w:rsid w:val="005847BD"/>
    <w:rsid w:val="0058626F"/>
    <w:rsid w:val="005869C6"/>
    <w:rsid w:val="0059071A"/>
    <w:rsid w:val="00592D72"/>
    <w:rsid w:val="00595E4F"/>
    <w:rsid w:val="0059735E"/>
    <w:rsid w:val="005A2520"/>
    <w:rsid w:val="005A5E11"/>
    <w:rsid w:val="005A6037"/>
    <w:rsid w:val="005A6E84"/>
    <w:rsid w:val="005A7DDB"/>
    <w:rsid w:val="005A7EAC"/>
    <w:rsid w:val="005B02D8"/>
    <w:rsid w:val="005B0964"/>
    <w:rsid w:val="005B41AA"/>
    <w:rsid w:val="005C02AC"/>
    <w:rsid w:val="005C1741"/>
    <w:rsid w:val="005C70A4"/>
    <w:rsid w:val="005D0031"/>
    <w:rsid w:val="005D17C2"/>
    <w:rsid w:val="005D1FEB"/>
    <w:rsid w:val="005D3572"/>
    <w:rsid w:val="005D4787"/>
    <w:rsid w:val="005E09E5"/>
    <w:rsid w:val="005E352F"/>
    <w:rsid w:val="005E3994"/>
    <w:rsid w:val="005E4063"/>
    <w:rsid w:val="005E41DC"/>
    <w:rsid w:val="005E7AAC"/>
    <w:rsid w:val="005F064F"/>
    <w:rsid w:val="005F14BF"/>
    <w:rsid w:val="005F23F7"/>
    <w:rsid w:val="005F5646"/>
    <w:rsid w:val="005F676D"/>
    <w:rsid w:val="00604EA1"/>
    <w:rsid w:val="006053B4"/>
    <w:rsid w:val="00605785"/>
    <w:rsid w:val="006057EB"/>
    <w:rsid w:val="006062C6"/>
    <w:rsid w:val="006072BA"/>
    <w:rsid w:val="00607D33"/>
    <w:rsid w:val="00607E09"/>
    <w:rsid w:val="00610E1F"/>
    <w:rsid w:val="00613035"/>
    <w:rsid w:val="00614EEF"/>
    <w:rsid w:val="0061695B"/>
    <w:rsid w:val="00620F0D"/>
    <w:rsid w:val="0062251C"/>
    <w:rsid w:val="00624073"/>
    <w:rsid w:val="00627E31"/>
    <w:rsid w:val="00630E9B"/>
    <w:rsid w:val="006311AA"/>
    <w:rsid w:val="006338A0"/>
    <w:rsid w:val="00634963"/>
    <w:rsid w:val="00636A64"/>
    <w:rsid w:val="0063741C"/>
    <w:rsid w:val="00640AA6"/>
    <w:rsid w:val="0064323E"/>
    <w:rsid w:val="0064398B"/>
    <w:rsid w:val="006454ED"/>
    <w:rsid w:val="00645AC4"/>
    <w:rsid w:val="00646A73"/>
    <w:rsid w:val="00650007"/>
    <w:rsid w:val="0065117E"/>
    <w:rsid w:val="00655B50"/>
    <w:rsid w:val="006570B8"/>
    <w:rsid w:val="0066137A"/>
    <w:rsid w:val="00662832"/>
    <w:rsid w:val="0066321C"/>
    <w:rsid w:val="006633AC"/>
    <w:rsid w:val="00664190"/>
    <w:rsid w:val="0066434F"/>
    <w:rsid w:val="00671DEA"/>
    <w:rsid w:val="00672107"/>
    <w:rsid w:val="0067490E"/>
    <w:rsid w:val="00674C79"/>
    <w:rsid w:val="00675864"/>
    <w:rsid w:val="006761B0"/>
    <w:rsid w:val="00680DC4"/>
    <w:rsid w:val="006816FD"/>
    <w:rsid w:val="00683165"/>
    <w:rsid w:val="00684442"/>
    <w:rsid w:val="00687555"/>
    <w:rsid w:val="00687FFB"/>
    <w:rsid w:val="00691346"/>
    <w:rsid w:val="006930CA"/>
    <w:rsid w:val="00693CC7"/>
    <w:rsid w:val="00694CA9"/>
    <w:rsid w:val="00696EC8"/>
    <w:rsid w:val="006979FD"/>
    <w:rsid w:val="00697D46"/>
    <w:rsid w:val="006A3CC1"/>
    <w:rsid w:val="006A4B48"/>
    <w:rsid w:val="006A6EAC"/>
    <w:rsid w:val="006A6EED"/>
    <w:rsid w:val="006B369A"/>
    <w:rsid w:val="006C00E7"/>
    <w:rsid w:val="006C0D9F"/>
    <w:rsid w:val="006C3F57"/>
    <w:rsid w:val="006C4769"/>
    <w:rsid w:val="006C4F35"/>
    <w:rsid w:val="006C5E77"/>
    <w:rsid w:val="006C6387"/>
    <w:rsid w:val="006C738D"/>
    <w:rsid w:val="006C7419"/>
    <w:rsid w:val="006D0337"/>
    <w:rsid w:val="006D05DA"/>
    <w:rsid w:val="006D17F5"/>
    <w:rsid w:val="006D4295"/>
    <w:rsid w:val="006D55BB"/>
    <w:rsid w:val="006D6C4D"/>
    <w:rsid w:val="006D6EEF"/>
    <w:rsid w:val="006D7AE1"/>
    <w:rsid w:val="006D7E9A"/>
    <w:rsid w:val="006E098A"/>
    <w:rsid w:val="006E0F77"/>
    <w:rsid w:val="006E1368"/>
    <w:rsid w:val="006E6F18"/>
    <w:rsid w:val="006F07E2"/>
    <w:rsid w:val="006F3306"/>
    <w:rsid w:val="006F33AF"/>
    <w:rsid w:val="006F34A6"/>
    <w:rsid w:val="006F66B4"/>
    <w:rsid w:val="006F6C28"/>
    <w:rsid w:val="006F6FFE"/>
    <w:rsid w:val="006F7EEC"/>
    <w:rsid w:val="0070098B"/>
    <w:rsid w:val="00703D51"/>
    <w:rsid w:val="00706684"/>
    <w:rsid w:val="00707C4A"/>
    <w:rsid w:val="00710145"/>
    <w:rsid w:val="00710736"/>
    <w:rsid w:val="00710A65"/>
    <w:rsid w:val="00710D70"/>
    <w:rsid w:val="00710DF2"/>
    <w:rsid w:val="00711730"/>
    <w:rsid w:val="007130A9"/>
    <w:rsid w:val="0071726C"/>
    <w:rsid w:val="00720857"/>
    <w:rsid w:val="00720936"/>
    <w:rsid w:val="00722A56"/>
    <w:rsid w:val="0072400D"/>
    <w:rsid w:val="00724824"/>
    <w:rsid w:val="0072556E"/>
    <w:rsid w:val="00726186"/>
    <w:rsid w:val="00726306"/>
    <w:rsid w:val="00727DC1"/>
    <w:rsid w:val="00727E1D"/>
    <w:rsid w:val="00730A36"/>
    <w:rsid w:val="00730F0F"/>
    <w:rsid w:val="00731253"/>
    <w:rsid w:val="00732AE9"/>
    <w:rsid w:val="00735919"/>
    <w:rsid w:val="0073606D"/>
    <w:rsid w:val="00736987"/>
    <w:rsid w:val="007416BC"/>
    <w:rsid w:val="0074285C"/>
    <w:rsid w:val="00742AA8"/>
    <w:rsid w:val="007454D5"/>
    <w:rsid w:val="00745D35"/>
    <w:rsid w:val="007465B5"/>
    <w:rsid w:val="007474C8"/>
    <w:rsid w:val="00752102"/>
    <w:rsid w:val="00753250"/>
    <w:rsid w:val="00753B19"/>
    <w:rsid w:val="00757FD9"/>
    <w:rsid w:val="00760A34"/>
    <w:rsid w:val="00760B98"/>
    <w:rsid w:val="007618BF"/>
    <w:rsid w:val="00761FEC"/>
    <w:rsid w:val="00762FB0"/>
    <w:rsid w:val="00763F46"/>
    <w:rsid w:val="0076448D"/>
    <w:rsid w:val="00764F11"/>
    <w:rsid w:val="00765E37"/>
    <w:rsid w:val="0076675F"/>
    <w:rsid w:val="00766931"/>
    <w:rsid w:val="00767EAF"/>
    <w:rsid w:val="00767EC0"/>
    <w:rsid w:val="007778E6"/>
    <w:rsid w:val="007804CB"/>
    <w:rsid w:val="00780A07"/>
    <w:rsid w:val="00780E14"/>
    <w:rsid w:val="0078317F"/>
    <w:rsid w:val="00787E27"/>
    <w:rsid w:val="007938D8"/>
    <w:rsid w:val="00794F1F"/>
    <w:rsid w:val="00796038"/>
    <w:rsid w:val="007966D0"/>
    <w:rsid w:val="00797A90"/>
    <w:rsid w:val="007A0695"/>
    <w:rsid w:val="007A0AA4"/>
    <w:rsid w:val="007A14D8"/>
    <w:rsid w:val="007A1593"/>
    <w:rsid w:val="007A1FFF"/>
    <w:rsid w:val="007A58B9"/>
    <w:rsid w:val="007A5F07"/>
    <w:rsid w:val="007B0257"/>
    <w:rsid w:val="007B1A90"/>
    <w:rsid w:val="007B686E"/>
    <w:rsid w:val="007B7963"/>
    <w:rsid w:val="007C4F84"/>
    <w:rsid w:val="007C5435"/>
    <w:rsid w:val="007E1FFF"/>
    <w:rsid w:val="007E240D"/>
    <w:rsid w:val="007E5E9F"/>
    <w:rsid w:val="007E60A0"/>
    <w:rsid w:val="007F0B85"/>
    <w:rsid w:val="007F30B9"/>
    <w:rsid w:val="007F45D8"/>
    <w:rsid w:val="007F5A98"/>
    <w:rsid w:val="007F6A90"/>
    <w:rsid w:val="007F72CE"/>
    <w:rsid w:val="00800637"/>
    <w:rsid w:val="008036FB"/>
    <w:rsid w:val="00804B37"/>
    <w:rsid w:val="00804BF5"/>
    <w:rsid w:val="00805535"/>
    <w:rsid w:val="008065F7"/>
    <w:rsid w:val="008065FA"/>
    <w:rsid w:val="00810271"/>
    <w:rsid w:val="00812CB4"/>
    <w:rsid w:val="00813362"/>
    <w:rsid w:val="0081481F"/>
    <w:rsid w:val="00814DCD"/>
    <w:rsid w:val="00816192"/>
    <w:rsid w:val="0081620A"/>
    <w:rsid w:val="008176AE"/>
    <w:rsid w:val="00820627"/>
    <w:rsid w:val="00820CC6"/>
    <w:rsid w:val="00820E8D"/>
    <w:rsid w:val="008217F6"/>
    <w:rsid w:val="00821834"/>
    <w:rsid w:val="0082286B"/>
    <w:rsid w:val="00822AA5"/>
    <w:rsid w:val="00823EE9"/>
    <w:rsid w:val="00825481"/>
    <w:rsid w:val="00826584"/>
    <w:rsid w:val="00830ABA"/>
    <w:rsid w:val="0083229C"/>
    <w:rsid w:val="00833EBF"/>
    <w:rsid w:val="00835578"/>
    <w:rsid w:val="00837A49"/>
    <w:rsid w:val="00837ABE"/>
    <w:rsid w:val="00837ACD"/>
    <w:rsid w:val="00841E37"/>
    <w:rsid w:val="00842FCB"/>
    <w:rsid w:val="008438FA"/>
    <w:rsid w:val="00843B1D"/>
    <w:rsid w:val="00843E49"/>
    <w:rsid w:val="00845130"/>
    <w:rsid w:val="00847240"/>
    <w:rsid w:val="0085100E"/>
    <w:rsid w:val="0085130E"/>
    <w:rsid w:val="0085149A"/>
    <w:rsid w:val="00862A01"/>
    <w:rsid w:val="008644FF"/>
    <w:rsid w:val="00864F5E"/>
    <w:rsid w:val="00865751"/>
    <w:rsid w:val="008663CB"/>
    <w:rsid w:val="008707ED"/>
    <w:rsid w:val="008761F0"/>
    <w:rsid w:val="0088095D"/>
    <w:rsid w:val="00881765"/>
    <w:rsid w:val="0088244A"/>
    <w:rsid w:val="00882CF6"/>
    <w:rsid w:val="00882FCD"/>
    <w:rsid w:val="00883121"/>
    <w:rsid w:val="00891085"/>
    <w:rsid w:val="00891F15"/>
    <w:rsid w:val="008948FC"/>
    <w:rsid w:val="008A1EEF"/>
    <w:rsid w:val="008A252D"/>
    <w:rsid w:val="008A4DE2"/>
    <w:rsid w:val="008A5589"/>
    <w:rsid w:val="008A66D8"/>
    <w:rsid w:val="008B0297"/>
    <w:rsid w:val="008B0794"/>
    <w:rsid w:val="008B426E"/>
    <w:rsid w:val="008B5716"/>
    <w:rsid w:val="008C0604"/>
    <w:rsid w:val="008C20F2"/>
    <w:rsid w:val="008C40CE"/>
    <w:rsid w:val="008C6150"/>
    <w:rsid w:val="008C74A2"/>
    <w:rsid w:val="008D0182"/>
    <w:rsid w:val="008D194E"/>
    <w:rsid w:val="008D690C"/>
    <w:rsid w:val="008D691C"/>
    <w:rsid w:val="008D6E0B"/>
    <w:rsid w:val="008D7A9C"/>
    <w:rsid w:val="008D7B40"/>
    <w:rsid w:val="008D7E0F"/>
    <w:rsid w:val="008E072B"/>
    <w:rsid w:val="008E1E9F"/>
    <w:rsid w:val="008E3FE0"/>
    <w:rsid w:val="008E5CEB"/>
    <w:rsid w:val="008E7FB3"/>
    <w:rsid w:val="008F0361"/>
    <w:rsid w:val="008F5374"/>
    <w:rsid w:val="008F62EB"/>
    <w:rsid w:val="00901920"/>
    <w:rsid w:val="00903EFE"/>
    <w:rsid w:val="009057C7"/>
    <w:rsid w:val="00912FD3"/>
    <w:rsid w:val="009131A9"/>
    <w:rsid w:val="009135A3"/>
    <w:rsid w:val="00913D48"/>
    <w:rsid w:val="009145C4"/>
    <w:rsid w:val="00915E9E"/>
    <w:rsid w:val="0091643D"/>
    <w:rsid w:val="0091650A"/>
    <w:rsid w:val="00920452"/>
    <w:rsid w:val="009206CA"/>
    <w:rsid w:val="00921D4D"/>
    <w:rsid w:val="0092510B"/>
    <w:rsid w:val="009254EE"/>
    <w:rsid w:val="00925E15"/>
    <w:rsid w:val="009273C7"/>
    <w:rsid w:val="00930006"/>
    <w:rsid w:val="00930595"/>
    <w:rsid w:val="00933EAD"/>
    <w:rsid w:val="009363CA"/>
    <w:rsid w:val="009368AB"/>
    <w:rsid w:val="00936E00"/>
    <w:rsid w:val="009370E6"/>
    <w:rsid w:val="009370F5"/>
    <w:rsid w:val="00937739"/>
    <w:rsid w:val="00940854"/>
    <w:rsid w:val="00940E48"/>
    <w:rsid w:val="00941442"/>
    <w:rsid w:val="00944213"/>
    <w:rsid w:val="0094498A"/>
    <w:rsid w:val="00946A50"/>
    <w:rsid w:val="009472A5"/>
    <w:rsid w:val="00947E16"/>
    <w:rsid w:val="00950628"/>
    <w:rsid w:val="009521C5"/>
    <w:rsid w:val="0096029A"/>
    <w:rsid w:val="00961CEE"/>
    <w:rsid w:val="00962449"/>
    <w:rsid w:val="00962945"/>
    <w:rsid w:val="00962FE7"/>
    <w:rsid w:val="00963021"/>
    <w:rsid w:val="009655F7"/>
    <w:rsid w:val="00965889"/>
    <w:rsid w:val="0097303F"/>
    <w:rsid w:val="0097678F"/>
    <w:rsid w:val="009774D7"/>
    <w:rsid w:val="009775D6"/>
    <w:rsid w:val="009849C6"/>
    <w:rsid w:val="00984D65"/>
    <w:rsid w:val="00984ECC"/>
    <w:rsid w:val="00986651"/>
    <w:rsid w:val="0098682A"/>
    <w:rsid w:val="00986986"/>
    <w:rsid w:val="00987301"/>
    <w:rsid w:val="00987C6B"/>
    <w:rsid w:val="0099052E"/>
    <w:rsid w:val="00993F15"/>
    <w:rsid w:val="00994574"/>
    <w:rsid w:val="009A07CB"/>
    <w:rsid w:val="009A0846"/>
    <w:rsid w:val="009A162E"/>
    <w:rsid w:val="009A17EA"/>
    <w:rsid w:val="009A2F3F"/>
    <w:rsid w:val="009A33F0"/>
    <w:rsid w:val="009A3695"/>
    <w:rsid w:val="009A6BA9"/>
    <w:rsid w:val="009A7B99"/>
    <w:rsid w:val="009B2B19"/>
    <w:rsid w:val="009B4C6A"/>
    <w:rsid w:val="009B741C"/>
    <w:rsid w:val="009C0711"/>
    <w:rsid w:val="009C127F"/>
    <w:rsid w:val="009C1C5E"/>
    <w:rsid w:val="009C337E"/>
    <w:rsid w:val="009C42CC"/>
    <w:rsid w:val="009C44CF"/>
    <w:rsid w:val="009C44F1"/>
    <w:rsid w:val="009C70B4"/>
    <w:rsid w:val="009D1A71"/>
    <w:rsid w:val="009D1AA4"/>
    <w:rsid w:val="009D2A2C"/>
    <w:rsid w:val="009D3D08"/>
    <w:rsid w:val="009D4095"/>
    <w:rsid w:val="009D65C0"/>
    <w:rsid w:val="009E3257"/>
    <w:rsid w:val="009E36E6"/>
    <w:rsid w:val="009E5243"/>
    <w:rsid w:val="009E685C"/>
    <w:rsid w:val="009F065B"/>
    <w:rsid w:val="009F5A6A"/>
    <w:rsid w:val="009F610D"/>
    <w:rsid w:val="009F7D04"/>
    <w:rsid w:val="00A003FF"/>
    <w:rsid w:val="00A02D50"/>
    <w:rsid w:val="00A07783"/>
    <w:rsid w:val="00A07814"/>
    <w:rsid w:val="00A13A50"/>
    <w:rsid w:val="00A1600E"/>
    <w:rsid w:val="00A16EAF"/>
    <w:rsid w:val="00A20523"/>
    <w:rsid w:val="00A20CA8"/>
    <w:rsid w:val="00A22169"/>
    <w:rsid w:val="00A2270A"/>
    <w:rsid w:val="00A265F0"/>
    <w:rsid w:val="00A2752A"/>
    <w:rsid w:val="00A279D6"/>
    <w:rsid w:val="00A30CB0"/>
    <w:rsid w:val="00A3696C"/>
    <w:rsid w:val="00A36FC4"/>
    <w:rsid w:val="00A3754B"/>
    <w:rsid w:val="00A3779D"/>
    <w:rsid w:val="00A4118C"/>
    <w:rsid w:val="00A41AA0"/>
    <w:rsid w:val="00A427B9"/>
    <w:rsid w:val="00A42BB2"/>
    <w:rsid w:val="00A42D00"/>
    <w:rsid w:val="00A45300"/>
    <w:rsid w:val="00A4750F"/>
    <w:rsid w:val="00A47D83"/>
    <w:rsid w:val="00A52206"/>
    <w:rsid w:val="00A5221C"/>
    <w:rsid w:val="00A52A7B"/>
    <w:rsid w:val="00A551DB"/>
    <w:rsid w:val="00A6122D"/>
    <w:rsid w:val="00A630AD"/>
    <w:rsid w:val="00A635EC"/>
    <w:rsid w:val="00A63CE5"/>
    <w:rsid w:val="00A64BDA"/>
    <w:rsid w:val="00A70945"/>
    <w:rsid w:val="00A712E5"/>
    <w:rsid w:val="00A71B32"/>
    <w:rsid w:val="00A73FDE"/>
    <w:rsid w:val="00A75E74"/>
    <w:rsid w:val="00A86F55"/>
    <w:rsid w:val="00A9019E"/>
    <w:rsid w:val="00A91207"/>
    <w:rsid w:val="00A97BBB"/>
    <w:rsid w:val="00A97F0E"/>
    <w:rsid w:val="00AA01FD"/>
    <w:rsid w:val="00AA1452"/>
    <w:rsid w:val="00AA14C5"/>
    <w:rsid w:val="00AA14D9"/>
    <w:rsid w:val="00AA1D3F"/>
    <w:rsid w:val="00AA27D8"/>
    <w:rsid w:val="00AA2A1D"/>
    <w:rsid w:val="00AA2BBC"/>
    <w:rsid w:val="00AA30AF"/>
    <w:rsid w:val="00AA346F"/>
    <w:rsid w:val="00AA5C8C"/>
    <w:rsid w:val="00AB0124"/>
    <w:rsid w:val="00AB14F7"/>
    <w:rsid w:val="00AB33E0"/>
    <w:rsid w:val="00AB41F8"/>
    <w:rsid w:val="00AB46C6"/>
    <w:rsid w:val="00AB6817"/>
    <w:rsid w:val="00AC0138"/>
    <w:rsid w:val="00AC164F"/>
    <w:rsid w:val="00AC514E"/>
    <w:rsid w:val="00AC5F2C"/>
    <w:rsid w:val="00AC7641"/>
    <w:rsid w:val="00AC7B7C"/>
    <w:rsid w:val="00AD1D08"/>
    <w:rsid w:val="00AD3475"/>
    <w:rsid w:val="00AD5E44"/>
    <w:rsid w:val="00AD7D18"/>
    <w:rsid w:val="00AE26D7"/>
    <w:rsid w:val="00AE3B1C"/>
    <w:rsid w:val="00AE47E2"/>
    <w:rsid w:val="00AE536A"/>
    <w:rsid w:val="00AE7BE6"/>
    <w:rsid w:val="00AE7EAB"/>
    <w:rsid w:val="00AF204D"/>
    <w:rsid w:val="00AF32C6"/>
    <w:rsid w:val="00AF3AC9"/>
    <w:rsid w:val="00AF405E"/>
    <w:rsid w:val="00AF6A04"/>
    <w:rsid w:val="00AF7ECF"/>
    <w:rsid w:val="00B0284F"/>
    <w:rsid w:val="00B02A4E"/>
    <w:rsid w:val="00B045F4"/>
    <w:rsid w:val="00B049D1"/>
    <w:rsid w:val="00B0531F"/>
    <w:rsid w:val="00B05E7D"/>
    <w:rsid w:val="00B06796"/>
    <w:rsid w:val="00B0765F"/>
    <w:rsid w:val="00B10C8F"/>
    <w:rsid w:val="00B11068"/>
    <w:rsid w:val="00B124CB"/>
    <w:rsid w:val="00B14E4E"/>
    <w:rsid w:val="00B164AD"/>
    <w:rsid w:val="00B2041B"/>
    <w:rsid w:val="00B21092"/>
    <w:rsid w:val="00B23811"/>
    <w:rsid w:val="00B23DB9"/>
    <w:rsid w:val="00B27284"/>
    <w:rsid w:val="00B30112"/>
    <w:rsid w:val="00B31EC1"/>
    <w:rsid w:val="00B35D76"/>
    <w:rsid w:val="00B40B24"/>
    <w:rsid w:val="00B41806"/>
    <w:rsid w:val="00B426DC"/>
    <w:rsid w:val="00B43211"/>
    <w:rsid w:val="00B4519B"/>
    <w:rsid w:val="00B4641B"/>
    <w:rsid w:val="00B4686D"/>
    <w:rsid w:val="00B520FE"/>
    <w:rsid w:val="00B532A5"/>
    <w:rsid w:val="00B53634"/>
    <w:rsid w:val="00B54E77"/>
    <w:rsid w:val="00B5749C"/>
    <w:rsid w:val="00B578C9"/>
    <w:rsid w:val="00B57FE0"/>
    <w:rsid w:val="00B62311"/>
    <w:rsid w:val="00B62A6A"/>
    <w:rsid w:val="00B6324A"/>
    <w:rsid w:val="00B64E0E"/>
    <w:rsid w:val="00B64E41"/>
    <w:rsid w:val="00B6581A"/>
    <w:rsid w:val="00B6676F"/>
    <w:rsid w:val="00B72989"/>
    <w:rsid w:val="00B75D4A"/>
    <w:rsid w:val="00B77AD3"/>
    <w:rsid w:val="00B77F76"/>
    <w:rsid w:val="00B80773"/>
    <w:rsid w:val="00B80DB9"/>
    <w:rsid w:val="00B833D9"/>
    <w:rsid w:val="00B854DD"/>
    <w:rsid w:val="00B86D95"/>
    <w:rsid w:val="00B92138"/>
    <w:rsid w:val="00B92E20"/>
    <w:rsid w:val="00B95A36"/>
    <w:rsid w:val="00B97283"/>
    <w:rsid w:val="00BA0AB7"/>
    <w:rsid w:val="00BA1720"/>
    <w:rsid w:val="00BA6649"/>
    <w:rsid w:val="00BA669F"/>
    <w:rsid w:val="00BB2662"/>
    <w:rsid w:val="00BB50B8"/>
    <w:rsid w:val="00BB52F3"/>
    <w:rsid w:val="00BC04F7"/>
    <w:rsid w:val="00BC0EF3"/>
    <w:rsid w:val="00BC1178"/>
    <w:rsid w:val="00BC1F17"/>
    <w:rsid w:val="00BC23D2"/>
    <w:rsid w:val="00BC2488"/>
    <w:rsid w:val="00BC3712"/>
    <w:rsid w:val="00BC3B83"/>
    <w:rsid w:val="00BC3CA2"/>
    <w:rsid w:val="00BC50E2"/>
    <w:rsid w:val="00BC7B1E"/>
    <w:rsid w:val="00BD07D0"/>
    <w:rsid w:val="00BD1C70"/>
    <w:rsid w:val="00BD3D11"/>
    <w:rsid w:val="00BD4088"/>
    <w:rsid w:val="00BD5ABB"/>
    <w:rsid w:val="00BD5F96"/>
    <w:rsid w:val="00BD7CE0"/>
    <w:rsid w:val="00BE03A2"/>
    <w:rsid w:val="00BE080E"/>
    <w:rsid w:val="00BE1BDF"/>
    <w:rsid w:val="00BE1BFF"/>
    <w:rsid w:val="00BE1C79"/>
    <w:rsid w:val="00BE2125"/>
    <w:rsid w:val="00BE568B"/>
    <w:rsid w:val="00BE5DE7"/>
    <w:rsid w:val="00BE6300"/>
    <w:rsid w:val="00BE7544"/>
    <w:rsid w:val="00BF28CA"/>
    <w:rsid w:val="00BF29BE"/>
    <w:rsid w:val="00BF2E61"/>
    <w:rsid w:val="00BF5032"/>
    <w:rsid w:val="00BF5C9E"/>
    <w:rsid w:val="00BF60EE"/>
    <w:rsid w:val="00BF7774"/>
    <w:rsid w:val="00BF7A5A"/>
    <w:rsid w:val="00C0022C"/>
    <w:rsid w:val="00C00331"/>
    <w:rsid w:val="00C05195"/>
    <w:rsid w:val="00C07495"/>
    <w:rsid w:val="00C123C1"/>
    <w:rsid w:val="00C123D5"/>
    <w:rsid w:val="00C12C7F"/>
    <w:rsid w:val="00C154E1"/>
    <w:rsid w:val="00C1669F"/>
    <w:rsid w:val="00C200D3"/>
    <w:rsid w:val="00C2077C"/>
    <w:rsid w:val="00C2152E"/>
    <w:rsid w:val="00C22319"/>
    <w:rsid w:val="00C246B3"/>
    <w:rsid w:val="00C24CFB"/>
    <w:rsid w:val="00C26C0F"/>
    <w:rsid w:val="00C26E27"/>
    <w:rsid w:val="00C30A4F"/>
    <w:rsid w:val="00C30DBA"/>
    <w:rsid w:val="00C316F1"/>
    <w:rsid w:val="00C317F3"/>
    <w:rsid w:val="00C341F3"/>
    <w:rsid w:val="00C3474D"/>
    <w:rsid w:val="00C349F4"/>
    <w:rsid w:val="00C34C13"/>
    <w:rsid w:val="00C418F3"/>
    <w:rsid w:val="00C41A01"/>
    <w:rsid w:val="00C423D8"/>
    <w:rsid w:val="00C445B3"/>
    <w:rsid w:val="00C446CF"/>
    <w:rsid w:val="00C45E18"/>
    <w:rsid w:val="00C46065"/>
    <w:rsid w:val="00C5234F"/>
    <w:rsid w:val="00C52C80"/>
    <w:rsid w:val="00C52FCA"/>
    <w:rsid w:val="00C537BC"/>
    <w:rsid w:val="00C56F16"/>
    <w:rsid w:val="00C57D04"/>
    <w:rsid w:val="00C6067A"/>
    <w:rsid w:val="00C6358C"/>
    <w:rsid w:val="00C653A1"/>
    <w:rsid w:val="00C65B26"/>
    <w:rsid w:val="00C724D8"/>
    <w:rsid w:val="00C81F2C"/>
    <w:rsid w:val="00C8435D"/>
    <w:rsid w:val="00C862A9"/>
    <w:rsid w:val="00C910F7"/>
    <w:rsid w:val="00C912B0"/>
    <w:rsid w:val="00C92BAB"/>
    <w:rsid w:val="00C9422B"/>
    <w:rsid w:val="00C95E9C"/>
    <w:rsid w:val="00C96548"/>
    <w:rsid w:val="00C97D27"/>
    <w:rsid w:val="00CA0E7A"/>
    <w:rsid w:val="00CA15AF"/>
    <w:rsid w:val="00CA220A"/>
    <w:rsid w:val="00CA27F9"/>
    <w:rsid w:val="00CA2EAF"/>
    <w:rsid w:val="00CA2F1F"/>
    <w:rsid w:val="00CA3480"/>
    <w:rsid w:val="00CA3842"/>
    <w:rsid w:val="00CA4164"/>
    <w:rsid w:val="00CA43B9"/>
    <w:rsid w:val="00CA5279"/>
    <w:rsid w:val="00CB07EF"/>
    <w:rsid w:val="00CB267A"/>
    <w:rsid w:val="00CB2A1C"/>
    <w:rsid w:val="00CB31BF"/>
    <w:rsid w:val="00CB3F40"/>
    <w:rsid w:val="00CB41D7"/>
    <w:rsid w:val="00CB41E1"/>
    <w:rsid w:val="00CB47FD"/>
    <w:rsid w:val="00CC0634"/>
    <w:rsid w:val="00CC0E66"/>
    <w:rsid w:val="00CC5FF6"/>
    <w:rsid w:val="00CC7FA9"/>
    <w:rsid w:val="00CD0745"/>
    <w:rsid w:val="00CD0B88"/>
    <w:rsid w:val="00CD3647"/>
    <w:rsid w:val="00CD4749"/>
    <w:rsid w:val="00CD4C90"/>
    <w:rsid w:val="00CD736F"/>
    <w:rsid w:val="00CD756A"/>
    <w:rsid w:val="00CD7853"/>
    <w:rsid w:val="00CD79CA"/>
    <w:rsid w:val="00CD7BAA"/>
    <w:rsid w:val="00CE4E26"/>
    <w:rsid w:val="00CE5319"/>
    <w:rsid w:val="00CE65CE"/>
    <w:rsid w:val="00CE6AAF"/>
    <w:rsid w:val="00CE750B"/>
    <w:rsid w:val="00CE7586"/>
    <w:rsid w:val="00CF3D2A"/>
    <w:rsid w:val="00CF3E61"/>
    <w:rsid w:val="00CF480A"/>
    <w:rsid w:val="00CF6398"/>
    <w:rsid w:val="00CF6924"/>
    <w:rsid w:val="00D00462"/>
    <w:rsid w:val="00D00B7C"/>
    <w:rsid w:val="00D05271"/>
    <w:rsid w:val="00D06086"/>
    <w:rsid w:val="00D10FA8"/>
    <w:rsid w:val="00D23744"/>
    <w:rsid w:val="00D25BDC"/>
    <w:rsid w:val="00D27BE9"/>
    <w:rsid w:val="00D30D32"/>
    <w:rsid w:val="00D31100"/>
    <w:rsid w:val="00D32643"/>
    <w:rsid w:val="00D34D4A"/>
    <w:rsid w:val="00D37930"/>
    <w:rsid w:val="00D37A24"/>
    <w:rsid w:val="00D416FB"/>
    <w:rsid w:val="00D4248D"/>
    <w:rsid w:val="00D443FA"/>
    <w:rsid w:val="00D452E9"/>
    <w:rsid w:val="00D501E0"/>
    <w:rsid w:val="00D50627"/>
    <w:rsid w:val="00D519D3"/>
    <w:rsid w:val="00D52572"/>
    <w:rsid w:val="00D53756"/>
    <w:rsid w:val="00D5550E"/>
    <w:rsid w:val="00D5568C"/>
    <w:rsid w:val="00D57DA0"/>
    <w:rsid w:val="00D57FE2"/>
    <w:rsid w:val="00D6053C"/>
    <w:rsid w:val="00D60D19"/>
    <w:rsid w:val="00D6196A"/>
    <w:rsid w:val="00D66B6B"/>
    <w:rsid w:val="00D6798B"/>
    <w:rsid w:val="00D71212"/>
    <w:rsid w:val="00D730F2"/>
    <w:rsid w:val="00D74BE1"/>
    <w:rsid w:val="00D74E9A"/>
    <w:rsid w:val="00D8020D"/>
    <w:rsid w:val="00D81829"/>
    <w:rsid w:val="00D83CC3"/>
    <w:rsid w:val="00D84168"/>
    <w:rsid w:val="00D859D0"/>
    <w:rsid w:val="00D85BB5"/>
    <w:rsid w:val="00D86575"/>
    <w:rsid w:val="00D86F29"/>
    <w:rsid w:val="00D91716"/>
    <w:rsid w:val="00D93629"/>
    <w:rsid w:val="00D93BF4"/>
    <w:rsid w:val="00D94D61"/>
    <w:rsid w:val="00D952A7"/>
    <w:rsid w:val="00D974EC"/>
    <w:rsid w:val="00D97752"/>
    <w:rsid w:val="00DA1734"/>
    <w:rsid w:val="00DA3223"/>
    <w:rsid w:val="00DA3826"/>
    <w:rsid w:val="00DA3DDF"/>
    <w:rsid w:val="00DA487F"/>
    <w:rsid w:val="00DA61E6"/>
    <w:rsid w:val="00DA6387"/>
    <w:rsid w:val="00DA65DB"/>
    <w:rsid w:val="00DB0862"/>
    <w:rsid w:val="00DB172E"/>
    <w:rsid w:val="00DB3525"/>
    <w:rsid w:val="00DB3C74"/>
    <w:rsid w:val="00DB78E9"/>
    <w:rsid w:val="00DB7EF8"/>
    <w:rsid w:val="00DC02DB"/>
    <w:rsid w:val="00DC1802"/>
    <w:rsid w:val="00DC1A0F"/>
    <w:rsid w:val="00DC3DDD"/>
    <w:rsid w:val="00DC45E4"/>
    <w:rsid w:val="00DC5073"/>
    <w:rsid w:val="00DC55EF"/>
    <w:rsid w:val="00DC5BE8"/>
    <w:rsid w:val="00DD04C1"/>
    <w:rsid w:val="00DD06FE"/>
    <w:rsid w:val="00DD39AA"/>
    <w:rsid w:val="00DD4A9D"/>
    <w:rsid w:val="00DD5A83"/>
    <w:rsid w:val="00DD7BD9"/>
    <w:rsid w:val="00DD7C0A"/>
    <w:rsid w:val="00DE0A9D"/>
    <w:rsid w:val="00DE43D7"/>
    <w:rsid w:val="00DE6005"/>
    <w:rsid w:val="00DF3018"/>
    <w:rsid w:val="00DF40CF"/>
    <w:rsid w:val="00DF666C"/>
    <w:rsid w:val="00DF6722"/>
    <w:rsid w:val="00DF7AF2"/>
    <w:rsid w:val="00E00C43"/>
    <w:rsid w:val="00E02A96"/>
    <w:rsid w:val="00E04F4A"/>
    <w:rsid w:val="00E04FCE"/>
    <w:rsid w:val="00E055D1"/>
    <w:rsid w:val="00E06EFB"/>
    <w:rsid w:val="00E07C15"/>
    <w:rsid w:val="00E10232"/>
    <w:rsid w:val="00E126A1"/>
    <w:rsid w:val="00E13AFC"/>
    <w:rsid w:val="00E14713"/>
    <w:rsid w:val="00E206DE"/>
    <w:rsid w:val="00E20B2F"/>
    <w:rsid w:val="00E20C61"/>
    <w:rsid w:val="00E21009"/>
    <w:rsid w:val="00E221E5"/>
    <w:rsid w:val="00E2318F"/>
    <w:rsid w:val="00E26C5C"/>
    <w:rsid w:val="00E277DF"/>
    <w:rsid w:val="00E30537"/>
    <w:rsid w:val="00E32CF9"/>
    <w:rsid w:val="00E34A5F"/>
    <w:rsid w:val="00E35253"/>
    <w:rsid w:val="00E37F81"/>
    <w:rsid w:val="00E427AE"/>
    <w:rsid w:val="00E432C4"/>
    <w:rsid w:val="00E44081"/>
    <w:rsid w:val="00E44D19"/>
    <w:rsid w:val="00E45DC5"/>
    <w:rsid w:val="00E506C9"/>
    <w:rsid w:val="00E517E1"/>
    <w:rsid w:val="00E51BEC"/>
    <w:rsid w:val="00E5284F"/>
    <w:rsid w:val="00E53243"/>
    <w:rsid w:val="00E53686"/>
    <w:rsid w:val="00E54FBA"/>
    <w:rsid w:val="00E567A3"/>
    <w:rsid w:val="00E57709"/>
    <w:rsid w:val="00E60738"/>
    <w:rsid w:val="00E60D06"/>
    <w:rsid w:val="00E62AF1"/>
    <w:rsid w:val="00E651B5"/>
    <w:rsid w:val="00E66DE6"/>
    <w:rsid w:val="00E710A8"/>
    <w:rsid w:val="00E71748"/>
    <w:rsid w:val="00E72343"/>
    <w:rsid w:val="00E73509"/>
    <w:rsid w:val="00E74B7D"/>
    <w:rsid w:val="00E7562E"/>
    <w:rsid w:val="00E7627A"/>
    <w:rsid w:val="00E7683B"/>
    <w:rsid w:val="00E7705A"/>
    <w:rsid w:val="00E8011B"/>
    <w:rsid w:val="00E80D7E"/>
    <w:rsid w:val="00E83ECF"/>
    <w:rsid w:val="00E876BA"/>
    <w:rsid w:val="00E8799C"/>
    <w:rsid w:val="00E90088"/>
    <w:rsid w:val="00E93B28"/>
    <w:rsid w:val="00E95B9D"/>
    <w:rsid w:val="00E975F9"/>
    <w:rsid w:val="00E97859"/>
    <w:rsid w:val="00EA08C6"/>
    <w:rsid w:val="00EA2CC8"/>
    <w:rsid w:val="00EA3BB9"/>
    <w:rsid w:val="00EA490C"/>
    <w:rsid w:val="00EA586A"/>
    <w:rsid w:val="00EA7DBD"/>
    <w:rsid w:val="00EB411A"/>
    <w:rsid w:val="00EB6921"/>
    <w:rsid w:val="00EB6DCF"/>
    <w:rsid w:val="00EB71D9"/>
    <w:rsid w:val="00EC0256"/>
    <w:rsid w:val="00EC0445"/>
    <w:rsid w:val="00EC72CD"/>
    <w:rsid w:val="00EC7C58"/>
    <w:rsid w:val="00ED0179"/>
    <w:rsid w:val="00ED06F6"/>
    <w:rsid w:val="00ED0FEE"/>
    <w:rsid w:val="00ED2072"/>
    <w:rsid w:val="00ED2890"/>
    <w:rsid w:val="00ED43F2"/>
    <w:rsid w:val="00ED5A52"/>
    <w:rsid w:val="00EE1B05"/>
    <w:rsid w:val="00EE2B79"/>
    <w:rsid w:val="00EE40C7"/>
    <w:rsid w:val="00EE53AE"/>
    <w:rsid w:val="00EE5557"/>
    <w:rsid w:val="00EE557C"/>
    <w:rsid w:val="00EE7974"/>
    <w:rsid w:val="00EF0D99"/>
    <w:rsid w:val="00EF15E9"/>
    <w:rsid w:val="00EF3C3B"/>
    <w:rsid w:val="00EF53F3"/>
    <w:rsid w:val="00EF720F"/>
    <w:rsid w:val="00EF7E4D"/>
    <w:rsid w:val="00F000EC"/>
    <w:rsid w:val="00F006C3"/>
    <w:rsid w:val="00F00DB0"/>
    <w:rsid w:val="00F0169E"/>
    <w:rsid w:val="00F02D23"/>
    <w:rsid w:val="00F02F2B"/>
    <w:rsid w:val="00F05639"/>
    <w:rsid w:val="00F060F8"/>
    <w:rsid w:val="00F06AE3"/>
    <w:rsid w:val="00F06DF8"/>
    <w:rsid w:val="00F07F1B"/>
    <w:rsid w:val="00F12C7B"/>
    <w:rsid w:val="00F12ECC"/>
    <w:rsid w:val="00F137E4"/>
    <w:rsid w:val="00F13B3B"/>
    <w:rsid w:val="00F158BF"/>
    <w:rsid w:val="00F16B9C"/>
    <w:rsid w:val="00F257EA"/>
    <w:rsid w:val="00F272A8"/>
    <w:rsid w:val="00F27CF9"/>
    <w:rsid w:val="00F33635"/>
    <w:rsid w:val="00F347BD"/>
    <w:rsid w:val="00F37374"/>
    <w:rsid w:val="00F37F58"/>
    <w:rsid w:val="00F41925"/>
    <w:rsid w:val="00F4278F"/>
    <w:rsid w:val="00F428A6"/>
    <w:rsid w:val="00F43707"/>
    <w:rsid w:val="00F43C70"/>
    <w:rsid w:val="00F46F92"/>
    <w:rsid w:val="00F513B0"/>
    <w:rsid w:val="00F52D1E"/>
    <w:rsid w:val="00F53720"/>
    <w:rsid w:val="00F55021"/>
    <w:rsid w:val="00F61627"/>
    <w:rsid w:val="00F616AF"/>
    <w:rsid w:val="00F63564"/>
    <w:rsid w:val="00F64C2C"/>
    <w:rsid w:val="00F669B3"/>
    <w:rsid w:val="00F67F05"/>
    <w:rsid w:val="00F705A0"/>
    <w:rsid w:val="00F70E9D"/>
    <w:rsid w:val="00F744CE"/>
    <w:rsid w:val="00F75BAB"/>
    <w:rsid w:val="00F763A3"/>
    <w:rsid w:val="00F76A28"/>
    <w:rsid w:val="00F81474"/>
    <w:rsid w:val="00F81D6D"/>
    <w:rsid w:val="00F8262E"/>
    <w:rsid w:val="00F83670"/>
    <w:rsid w:val="00F83AD7"/>
    <w:rsid w:val="00F850D6"/>
    <w:rsid w:val="00F85A72"/>
    <w:rsid w:val="00F90374"/>
    <w:rsid w:val="00F904F0"/>
    <w:rsid w:val="00F94C2C"/>
    <w:rsid w:val="00F95FBF"/>
    <w:rsid w:val="00F9649A"/>
    <w:rsid w:val="00F97E5F"/>
    <w:rsid w:val="00FA0917"/>
    <w:rsid w:val="00FA18F5"/>
    <w:rsid w:val="00FA5277"/>
    <w:rsid w:val="00FA58EE"/>
    <w:rsid w:val="00FA618E"/>
    <w:rsid w:val="00FA668A"/>
    <w:rsid w:val="00FA739A"/>
    <w:rsid w:val="00FA746D"/>
    <w:rsid w:val="00FB31B8"/>
    <w:rsid w:val="00FB5A54"/>
    <w:rsid w:val="00FB756A"/>
    <w:rsid w:val="00FC1B4F"/>
    <w:rsid w:val="00FC217B"/>
    <w:rsid w:val="00FC284A"/>
    <w:rsid w:val="00FC2E7A"/>
    <w:rsid w:val="00FC313C"/>
    <w:rsid w:val="00FC33C3"/>
    <w:rsid w:val="00FC41FD"/>
    <w:rsid w:val="00FC494A"/>
    <w:rsid w:val="00FC7704"/>
    <w:rsid w:val="00FD3799"/>
    <w:rsid w:val="00FD3D01"/>
    <w:rsid w:val="00FD6BEF"/>
    <w:rsid w:val="00FE044A"/>
    <w:rsid w:val="00FE119D"/>
    <w:rsid w:val="00FE1256"/>
    <w:rsid w:val="00FE2CD5"/>
    <w:rsid w:val="00FE69D3"/>
    <w:rsid w:val="00FE6E6C"/>
    <w:rsid w:val="00FF0AA6"/>
    <w:rsid w:val="00FF27DB"/>
    <w:rsid w:val="00FF33DB"/>
    <w:rsid w:val="00FF3997"/>
    <w:rsid w:val="00FF49A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2F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1F52FF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1F52FF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1F52F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pple-converted-space">
    <w:name w:val="apple-converted-space"/>
    <w:uiPriority w:val="99"/>
    <w:rsid w:val="001F52FF"/>
  </w:style>
  <w:style w:type="paragraph" w:styleId="Header">
    <w:name w:val="header"/>
    <w:basedOn w:val="Normal"/>
    <w:link w:val="HeaderChar"/>
    <w:uiPriority w:val="99"/>
    <w:rsid w:val="001F52FF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2FF"/>
    <w:rPr>
      <w:rFonts w:ascii="Calibri" w:hAnsi="Calibri" w:cs="Calibri"/>
    </w:rPr>
  </w:style>
  <w:style w:type="character" w:styleId="Strong">
    <w:name w:val="Strong"/>
    <w:basedOn w:val="DefaultParagraphFont"/>
    <w:uiPriority w:val="99"/>
    <w:qFormat/>
    <w:rsid w:val="001F52FF"/>
    <w:rPr>
      <w:rFonts w:cs="Times New Roman"/>
      <w:b/>
      <w:bCs/>
    </w:rPr>
  </w:style>
  <w:style w:type="paragraph" w:customStyle="1" w:styleId="ConsPlusNormal">
    <w:name w:val="ConsPlusNormal"/>
    <w:uiPriority w:val="99"/>
    <w:rsid w:val="001F52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1F52FF"/>
    <w:rPr>
      <w:rFonts w:cs="Times New Roman"/>
    </w:rPr>
  </w:style>
  <w:style w:type="character" w:customStyle="1" w:styleId="FontStyle20">
    <w:name w:val="Font Style20"/>
    <w:uiPriority w:val="99"/>
    <w:rsid w:val="001F52FF"/>
    <w:rPr>
      <w:rFonts w:ascii="Times New Roman" w:hAnsi="Times New Roman"/>
      <w:sz w:val="18"/>
    </w:rPr>
  </w:style>
  <w:style w:type="character" w:styleId="CommentReference">
    <w:name w:val="annotation reference"/>
    <w:basedOn w:val="DefaultParagraphFont"/>
    <w:uiPriority w:val="99"/>
    <w:semiHidden/>
    <w:rsid w:val="001F52F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F52FF"/>
    <w:rPr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F52FF"/>
    <w:rPr>
      <w:rFonts w:ascii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F52F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2F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60014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765E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098A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FB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60014"/>
    <w:rPr>
      <w:rFonts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FB5A54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FB5A54"/>
    <w:pPr>
      <w:numPr>
        <w:numId w:val="7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EE40C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940854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09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E098A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1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2238</TotalTime>
  <Pages>3</Pages>
  <Words>523</Words>
  <Characters>2986</Characters>
  <Application>Microsoft Office Outlook</Application>
  <DocSecurity>0</DocSecurity>
  <Lines>0</Lines>
  <Paragraphs>0</Paragraphs>
  <ScaleCrop>false</ScaleCrop>
  <Company>Министерство финансов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Домашний</dc:creator>
  <cp:keywords/>
  <dc:description/>
  <cp:lastModifiedBy>Admin</cp:lastModifiedBy>
  <cp:revision>28</cp:revision>
  <cp:lastPrinted>2015-09-08T13:03:00Z</cp:lastPrinted>
  <dcterms:created xsi:type="dcterms:W3CDTF">2014-08-04T15:09:00Z</dcterms:created>
  <dcterms:modified xsi:type="dcterms:W3CDTF">2015-09-08T13:04:00Z</dcterms:modified>
</cp:coreProperties>
</file>